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F3789C" w14:paraId="6658A279" w14:textId="77777777" w:rsidTr="00572D9C">
        <w:tc>
          <w:tcPr>
            <w:tcW w:w="5353" w:type="dxa"/>
          </w:tcPr>
          <w:p w14:paraId="1CEA9C3D" w14:textId="77777777" w:rsidR="00F3789C" w:rsidRDefault="00F3789C" w:rsidP="00DA47A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3789C">
              <w:rPr>
                <w:color w:val="000000"/>
              </w:rPr>
              <w:t>Приложение 3</w:t>
            </w:r>
          </w:p>
          <w:p w14:paraId="6F788189" w14:textId="77777777" w:rsidR="00F3789C" w:rsidRPr="00F3789C" w:rsidRDefault="00F3789C" w:rsidP="00F3789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D0E5981" w14:textId="2CBCCBD2" w:rsidR="00F3789C" w:rsidRPr="00517415" w:rsidRDefault="0070176A" w:rsidP="0070176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8169B">
              <w:rPr>
                <w:lang w:eastAsia="ar-SA"/>
              </w:rPr>
              <w:t>к административному регламенту</w:t>
            </w:r>
            <w:r>
              <w:rPr>
                <w:lang w:eastAsia="ar-SA"/>
              </w:rPr>
              <w:t xml:space="preserve"> </w:t>
            </w:r>
            <w:r w:rsidRPr="00A8169B">
              <w:t xml:space="preserve">предоставления муниципальной услуги </w:t>
            </w:r>
            <w:r w:rsidR="00517415" w:rsidRPr="00517415">
              <w:rPr>
                <w:color w:val="000000"/>
              </w:rPr>
              <w:t>«Согласование проекта рекультивации земель,  за исключением случаев подготовки проекта рекультивации в составе проектной документации на строительство, реконструкцию объекта капитального строительства и случаев, установленных федеральными законами, при которых проект рекультивации земель до его утверждения подлежит государственной экспертизе»</w:t>
            </w:r>
          </w:p>
          <w:p w14:paraId="2A8CAA11" w14:textId="77777777" w:rsidR="00F3789C" w:rsidRDefault="00F3789C" w:rsidP="00F3789C">
            <w:pPr>
              <w:autoSpaceDE w:val="0"/>
              <w:autoSpaceDN w:val="0"/>
              <w:adjustRightInd w:val="0"/>
              <w:ind w:firstLine="601"/>
              <w:rPr>
                <w:color w:val="000000"/>
              </w:rPr>
            </w:pPr>
          </w:p>
          <w:p w14:paraId="71651FEB" w14:textId="77777777" w:rsidR="00F3789C" w:rsidRDefault="00F3789C" w:rsidP="00DA47A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Главе Артемовского городского округа</w:t>
            </w:r>
          </w:p>
          <w:p w14:paraId="4F868117" w14:textId="77777777" w:rsidR="00F3789C" w:rsidRDefault="00F3789C" w:rsidP="00F3789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От </w:t>
            </w:r>
            <w:r w:rsidR="00DA47A7">
              <w:rPr>
                <w:color w:val="000000"/>
              </w:rPr>
              <w:t>__</w:t>
            </w:r>
            <w:r>
              <w:rPr>
                <w:color w:val="000000"/>
              </w:rPr>
              <w:t>______________________________</w:t>
            </w:r>
            <w:r w:rsidR="00DA47A7">
              <w:rPr>
                <w:color w:val="000000"/>
              </w:rPr>
              <w:t>_______</w:t>
            </w:r>
          </w:p>
          <w:p w14:paraId="76133FF8" w14:textId="77777777" w:rsidR="00DA47A7" w:rsidRDefault="00DA47A7" w:rsidP="00F3789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__________________________________________</w:t>
            </w:r>
          </w:p>
          <w:p w14:paraId="5B8A0D85" w14:textId="77777777" w:rsidR="00DA47A7" w:rsidRDefault="00DA47A7" w:rsidP="00F3789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__________________________________________</w:t>
            </w:r>
          </w:p>
          <w:p w14:paraId="5A358E0B" w14:textId="77777777" w:rsidR="00DA47A7" w:rsidRDefault="00DA47A7" w:rsidP="00F3789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__________________________________________</w:t>
            </w:r>
          </w:p>
          <w:p w14:paraId="539716F5" w14:textId="77777777" w:rsidR="00F3789C" w:rsidRPr="00F3789C" w:rsidRDefault="00F3789C" w:rsidP="00F3789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F3789C">
              <w:rPr>
                <w:color w:val="000000"/>
                <w:sz w:val="20"/>
                <w:szCs w:val="20"/>
              </w:rPr>
              <w:t>(ФИО гражданина, руководителя юридического лица, почтовый/юридический адрес, адрес электронной почты, телефон)</w:t>
            </w:r>
          </w:p>
        </w:tc>
      </w:tr>
    </w:tbl>
    <w:p w14:paraId="715DE441" w14:textId="77777777" w:rsidR="00F3789C" w:rsidRDefault="00F3789C" w:rsidP="00C31325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3A0A8BD2" w14:textId="77777777" w:rsidR="0070176A" w:rsidRDefault="0070176A" w:rsidP="00C31325">
      <w:pPr>
        <w:autoSpaceDE w:val="0"/>
        <w:autoSpaceDN w:val="0"/>
        <w:adjustRightInd w:val="0"/>
        <w:jc w:val="center"/>
        <w:rPr>
          <w:b/>
        </w:rPr>
      </w:pPr>
      <w:r w:rsidRPr="0070176A">
        <w:rPr>
          <w:b/>
        </w:rPr>
        <w:t xml:space="preserve">Заявление </w:t>
      </w:r>
    </w:p>
    <w:p w14:paraId="1FB91F97" w14:textId="1F9B6505" w:rsidR="00C31325" w:rsidRPr="00517415" w:rsidRDefault="00517415" w:rsidP="00C31325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  <w:r w:rsidRPr="00517415">
        <w:rPr>
          <w:b/>
          <w:bCs/>
        </w:rPr>
        <w:t>о согласовании проекта рекультивации земель</w:t>
      </w:r>
      <w:r w:rsidRPr="00517415">
        <w:rPr>
          <w:b/>
          <w:bCs/>
        </w:rPr>
        <w:br/>
      </w:r>
    </w:p>
    <w:p w14:paraId="5F3BC94F" w14:textId="5473CBCF" w:rsidR="00517415" w:rsidRPr="00517415" w:rsidRDefault="00517415" w:rsidP="00517415">
      <w:pPr>
        <w:shd w:val="clear" w:color="auto" w:fill="FFFFFF"/>
        <w:ind w:firstLine="567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517415">
        <w:rPr>
          <w:color w:val="000000" w:themeColor="text1"/>
          <w:spacing w:val="2"/>
          <w:sz w:val="28"/>
          <w:szCs w:val="28"/>
        </w:rPr>
        <w:t>Прошу согласовать проект рекультивации (</w:t>
      </w:r>
      <w:r w:rsidRPr="00517415">
        <w:rPr>
          <w:rFonts w:eastAsia="Calibri"/>
          <w:sz w:val="28"/>
          <w:szCs w:val="28"/>
        </w:rPr>
        <w:t>консервации)</w:t>
      </w:r>
      <w:r w:rsidRPr="00517415">
        <w:rPr>
          <w:color w:val="000000" w:themeColor="text1"/>
          <w:spacing w:val="2"/>
          <w:sz w:val="28"/>
          <w:szCs w:val="28"/>
        </w:rPr>
        <w:t xml:space="preserve"> земель площадью ____</w:t>
      </w:r>
      <w:r>
        <w:rPr>
          <w:color w:val="000000" w:themeColor="text1"/>
          <w:spacing w:val="2"/>
          <w:sz w:val="28"/>
          <w:szCs w:val="28"/>
        </w:rPr>
        <w:t>____</w:t>
      </w:r>
      <w:r w:rsidRPr="00517415">
        <w:rPr>
          <w:color w:val="000000" w:themeColor="text1"/>
          <w:spacing w:val="2"/>
          <w:sz w:val="28"/>
          <w:szCs w:val="28"/>
        </w:rPr>
        <w:t>кв. м, расположенных</w:t>
      </w:r>
      <w:r>
        <w:rPr>
          <w:color w:val="000000" w:themeColor="text1"/>
          <w:spacing w:val="2"/>
          <w:sz w:val="28"/>
          <w:szCs w:val="28"/>
        </w:rPr>
        <w:t xml:space="preserve"> по </w:t>
      </w:r>
      <w:proofErr w:type="gramStart"/>
      <w:r>
        <w:rPr>
          <w:color w:val="000000" w:themeColor="text1"/>
          <w:spacing w:val="2"/>
          <w:sz w:val="28"/>
          <w:szCs w:val="28"/>
        </w:rPr>
        <w:t>адресу:</w:t>
      </w:r>
      <w:r w:rsidRPr="00517415">
        <w:rPr>
          <w:color w:val="000000" w:themeColor="text1"/>
          <w:spacing w:val="2"/>
          <w:sz w:val="28"/>
          <w:szCs w:val="28"/>
        </w:rPr>
        <w:t>_</w:t>
      </w:r>
      <w:proofErr w:type="gramEnd"/>
      <w:r w:rsidRPr="00517415">
        <w:rPr>
          <w:color w:val="000000" w:themeColor="text1"/>
          <w:spacing w:val="2"/>
          <w:sz w:val="28"/>
          <w:szCs w:val="28"/>
        </w:rPr>
        <w:t>__________________________</w:t>
      </w:r>
    </w:p>
    <w:p w14:paraId="00431E7A" w14:textId="3CBE461C" w:rsidR="00517415" w:rsidRPr="00517415" w:rsidRDefault="00517415" w:rsidP="00517415">
      <w:pPr>
        <w:shd w:val="clear" w:color="auto" w:fill="FFFFFF"/>
        <w:textAlignment w:val="baseline"/>
        <w:rPr>
          <w:color w:val="000000" w:themeColor="text1"/>
          <w:spacing w:val="2"/>
        </w:rPr>
      </w:pPr>
      <w:r>
        <w:rPr>
          <w:color w:val="000000" w:themeColor="text1"/>
          <w:spacing w:val="2"/>
        </w:rPr>
        <w:t>______________________________________________________________________________</w:t>
      </w:r>
    </w:p>
    <w:p w14:paraId="285FA2AC" w14:textId="77777777" w:rsidR="00517415" w:rsidRDefault="00517415" w:rsidP="00517415">
      <w:pPr>
        <w:shd w:val="clear" w:color="auto" w:fill="FFFFFF"/>
        <w:ind w:firstLine="567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14:paraId="02212C2C" w14:textId="77F05E5F" w:rsidR="00517415" w:rsidRDefault="00517415" w:rsidP="00517415">
      <w:pPr>
        <w:shd w:val="clear" w:color="auto" w:fill="FFFFFF"/>
        <w:ind w:firstLine="567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517415">
        <w:rPr>
          <w:color w:val="000000" w:themeColor="text1"/>
          <w:spacing w:val="2"/>
          <w:sz w:val="28"/>
          <w:szCs w:val="28"/>
        </w:rPr>
        <w:t xml:space="preserve">Кадастровый номер земельного участка (при </w:t>
      </w:r>
      <w:proofErr w:type="gramStart"/>
      <w:r w:rsidRPr="00517415">
        <w:rPr>
          <w:color w:val="000000" w:themeColor="text1"/>
          <w:spacing w:val="2"/>
          <w:sz w:val="28"/>
          <w:szCs w:val="28"/>
        </w:rPr>
        <w:t>наличии)_</w:t>
      </w:r>
      <w:proofErr w:type="gramEnd"/>
      <w:r w:rsidRPr="00517415">
        <w:rPr>
          <w:color w:val="000000" w:themeColor="text1"/>
          <w:spacing w:val="2"/>
          <w:sz w:val="28"/>
          <w:szCs w:val="28"/>
        </w:rPr>
        <w:t>_______________</w:t>
      </w:r>
    </w:p>
    <w:p w14:paraId="5B616410" w14:textId="26D65F47" w:rsidR="00517415" w:rsidRPr="00517415" w:rsidRDefault="00517415" w:rsidP="00517415">
      <w:pPr>
        <w:shd w:val="clear" w:color="auto" w:fill="FFFFFF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</w:rPr>
        <w:t>___________________________________________________________________</w:t>
      </w:r>
    </w:p>
    <w:p w14:paraId="4D5419D3" w14:textId="41C6E6BC" w:rsidR="00517415" w:rsidRPr="00517415" w:rsidRDefault="00517415" w:rsidP="00517415">
      <w:pPr>
        <w:shd w:val="clear" w:color="auto" w:fill="FFFFFF"/>
        <w:jc w:val="center"/>
        <w:textAlignment w:val="baseline"/>
        <w:rPr>
          <w:color w:val="000000" w:themeColor="text1"/>
          <w:spacing w:val="2"/>
          <w:sz w:val="20"/>
          <w:szCs w:val="28"/>
        </w:rPr>
      </w:pPr>
      <w:r>
        <w:rPr>
          <w:color w:val="000000" w:themeColor="text1"/>
          <w:spacing w:val="2"/>
          <w:sz w:val="28"/>
          <w:szCs w:val="28"/>
        </w:rPr>
        <w:t xml:space="preserve"> </w:t>
      </w:r>
    </w:p>
    <w:p w14:paraId="2E6F888C" w14:textId="77777777" w:rsidR="00517415" w:rsidRPr="00517415" w:rsidRDefault="00517415" w:rsidP="00517415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0"/>
          <w:szCs w:val="28"/>
        </w:rPr>
      </w:pPr>
    </w:p>
    <w:p w14:paraId="33127586" w14:textId="77777777" w:rsidR="00517415" w:rsidRPr="00517415" w:rsidRDefault="00517415" w:rsidP="00517415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517415">
        <w:rPr>
          <w:color w:val="000000" w:themeColor="text1"/>
          <w:spacing w:val="2"/>
          <w:sz w:val="28"/>
          <w:szCs w:val="28"/>
        </w:rPr>
        <w:t>Способ получения документов:</w:t>
      </w:r>
    </w:p>
    <w:p w14:paraId="66336759" w14:textId="77777777" w:rsidR="00517415" w:rsidRPr="00517415" w:rsidRDefault="00517415" w:rsidP="00517415">
      <w:pPr>
        <w:pStyle w:val="af1"/>
        <w:numPr>
          <w:ilvl w:val="0"/>
          <w:numId w:val="12"/>
        </w:numPr>
        <w:shd w:val="clear" w:color="auto" w:fill="FFFFFF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517415">
        <w:rPr>
          <w:color w:val="000000" w:themeColor="text1"/>
          <w:spacing w:val="2"/>
          <w:sz w:val="28"/>
          <w:szCs w:val="28"/>
        </w:rPr>
        <w:t>лично;</w:t>
      </w:r>
    </w:p>
    <w:p w14:paraId="5D10C115" w14:textId="77777777" w:rsidR="00517415" w:rsidRPr="00517415" w:rsidRDefault="00517415" w:rsidP="00517415">
      <w:pPr>
        <w:pStyle w:val="af1"/>
        <w:numPr>
          <w:ilvl w:val="0"/>
          <w:numId w:val="12"/>
        </w:numPr>
        <w:shd w:val="clear" w:color="auto" w:fill="FFFFFF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517415">
        <w:rPr>
          <w:color w:val="000000" w:themeColor="text1"/>
          <w:spacing w:val="2"/>
          <w:sz w:val="28"/>
          <w:szCs w:val="28"/>
        </w:rPr>
        <w:t>почтовым отправлен</w:t>
      </w:r>
      <w:bookmarkStart w:id="0" w:name="_GoBack"/>
      <w:bookmarkEnd w:id="0"/>
      <w:r w:rsidRPr="00517415">
        <w:rPr>
          <w:color w:val="000000" w:themeColor="text1"/>
          <w:spacing w:val="2"/>
          <w:sz w:val="28"/>
          <w:szCs w:val="28"/>
        </w:rPr>
        <w:t>ием, по адресу, указанному в заявлении;</w:t>
      </w:r>
    </w:p>
    <w:p w14:paraId="66CC3737" w14:textId="77777777" w:rsidR="00517415" w:rsidRPr="00517415" w:rsidRDefault="00517415" w:rsidP="00517415">
      <w:pPr>
        <w:pStyle w:val="af1"/>
        <w:numPr>
          <w:ilvl w:val="0"/>
          <w:numId w:val="12"/>
        </w:numPr>
        <w:shd w:val="clear" w:color="auto" w:fill="FFFFFF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517415">
        <w:rPr>
          <w:color w:val="000000" w:themeColor="text1"/>
          <w:spacing w:val="2"/>
          <w:sz w:val="28"/>
          <w:szCs w:val="28"/>
        </w:rPr>
        <w:t>в форме электронных документов, на адрес электронной почты, указанному в заявлении.</w:t>
      </w:r>
    </w:p>
    <w:p w14:paraId="436F2B19" w14:textId="77777777" w:rsidR="00517415" w:rsidRPr="00517415" w:rsidRDefault="00517415" w:rsidP="00517415">
      <w:pPr>
        <w:shd w:val="clear" w:color="auto" w:fill="FFFFFF"/>
        <w:textAlignment w:val="baseline"/>
        <w:rPr>
          <w:color w:val="000000" w:themeColor="text1"/>
          <w:spacing w:val="2"/>
          <w:sz w:val="28"/>
          <w:szCs w:val="28"/>
        </w:rPr>
      </w:pPr>
    </w:p>
    <w:p w14:paraId="1AD52A10" w14:textId="77777777" w:rsidR="00517415" w:rsidRPr="00517415" w:rsidRDefault="00517415" w:rsidP="00517415">
      <w:pPr>
        <w:shd w:val="clear" w:color="auto" w:fill="FFFFFF"/>
        <w:textAlignment w:val="baseline"/>
        <w:rPr>
          <w:color w:val="000000" w:themeColor="text1"/>
          <w:spacing w:val="2"/>
          <w:sz w:val="28"/>
          <w:szCs w:val="28"/>
        </w:rPr>
      </w:pPr>
    </w:p>
    <w:p w14:paraId="7EBB6254" w14:textId="77777777" w:rsidR="00517415" w:rsidRPr="00517415" w:rsidRDefault="00517415" w:rsidP="00517415">
      <w:pPr>
        <w:shd w:val="clear" w:color="auto" w:fill="FFFFFF"/>
        <w:textAlignment w:val="baseline"/>
        <w:rPr>
          <w:color w:val="000000" w:themeColor="text1"/>
          <w:spacing w:val="2"/>
          <w:sz w:val="28"/>
          <w:szCs w:val="28"/>
        </w:rPr>
      </w:pPr>
    </w:p>
    <w:p w14:paraId="75B82B65" w14:textId="76C2DBAF" w:rsidR="00517415" w:rsidRPr="00517415" w:rsidRDefault="00517415" w:rsidP="00517415">
      <w:pPr>
        <w:shd w:val="clear" w:color="auto" w:fill="FFFFFF"/>
        <w:textAlignment w:val="baseline"/>
        <w:rPr>
          <w:color w:val="000000" w:themeColor="text1"/>
          <w:spacing w:val="2"/>
          <w:sz w:val="28"/>
          <w:szCs w:val="28"/>
        </w:rPr>
      </w:pPr>
      <w:r w:rsidRPr="00517415">
        <w:rPr>
          <w:color w:val="000000" w:themeColor="text1"/>
          <w:spacing w:val="2"/>
          <w:sz w:val="28"/>
          <w:szCs w:val="28"/>
        </w:rPr>
        <w:t xml:space="preserve">  </w:t>
      </w:r>
      <w:r>
        <w:rPr>
          <w:color w:val="000000" w:themeColor="text1"/>
          <w:spacing w:val="2"/>
          <w:sz w:val="28"/>
          <w:szCs w:val="28"/>
        </w:rPr>
        <w:t>_____________</w:t>
      </w:r>
      <w:r w:rsidRPr="00517415">
        <w:rPr>
          <w:color w:val="000000" w:themeColor="text1"/>
          <w:spacing w:val="2"/>
          <w:sz w:val="28"/>
          <w:szCs w:val="28"/>
        </w:rPr>
        <w:t xml:space="preserve">____ </w:t>
      </w:r>
      <w:r>
        <w:rPr>
          <w:color w:val="000000" w:themeColor="text1"/>
          <w:spacing w:val="2"/>
          <w:sz w:val="28"/>
          <w:szCs w:val="28"/>
        </w:rPr>
        <w:t xml:space="preserve">         </w:t>
      </w:r>
      <w:r w:rsidRPr="00517415">
        <w:rPr>
          <w:color w:val="000000" w:themeColor="text1"/>
          <w:spacing w:val="2"/>
          <w:sz w:val="28"/>
          <w:szCs w:val="28"/>
        </w:rPr>
        <w:t xml:space="preserve">__________________  </w:t>
      </w:r>
      <w:r>
        <w:rPr>
          <w:color w:val="000000" w:themeColor="text1"/>
          <w:spacing w:val="2"/>
          <w:sz w:val="28"/>
          <w:szCs w:val="28"/>
        </w:rPr>
        <w:t xml:space="preserve">        </w:t>
      </w:r>
      <w:r w:rsidRPr="00517415">
        <w:rPr>
          <w:color w:val="000000" w:themeColor="text1"/>
          <w:spacing w:val="2"/>
          <w:sz w:val="28"/>
          <w:szCs w:val="28"/>
        </w:rPr>
        <w:t xml:space="preserve">  </w:t>
      </w:r>
      <w:r>
        <w:rPr>
          <w:color w:val="000000" w:themeColor="text1"/>
          <w:spacing w:val="2"/>
          <w:sz w:val="28"/>
          <w:szCs w:val="28"/>
        </w:rPr>
        <w:t>______</w:t>
      </w:r>
      <w:r w:rsidRPr="00517415">
        <w:rPr>
          <w:color w:val="000000" w:themeColor="text1"/>
          <w:spacing w:val="2"/>
          <w:sz w:val="28"/>
          <w:szCs w:val="28"/>
        </w:rPr>
        <w:t>_____________</w:t>
      </w:r>
    </w:p>
    <w:p w14:paraId="2177E719" w14:textId="51E0925F" w:rsidR="00517415" w:rsidRDefault="00517415" w:rsidP="00517415">
      <w:pPr>
        <w:shd w:val="clear" w:color="auto" w:fill="FFFFFF"/>
        <w:textAlignment w:val="baseline"/>
        <w:rPr>
          <w:color w:val="000000" w:themeColor="text1"/>
          <w:spacing w:val="2"/>
          <w:sz w:val="28"/>
          <w:szCs w:val="28"/>
        </w:rPr>
      </w:pPr>
      <w:r w:rsidRPr="00517415">
        <w:rPr>
          <w:color w:val="000000" w:themeColor="text1"/>
          <w:spacing w:val="2"/>
          <w:sz w:val="28"/>
          <w:szCs w:val="28"/>
        </w:rPr>
        <w:t xml:space="preserve"> МП </w:t>
      </w:r>
      <w:r>
        <w:rPr>
          <w:color w:val="000000" w:themeColor="text1"/>
          <w:spacing w:val="2"/>
          <w:sz w:val="28"/>
          <w:szCs w:val="28"/>
        </w:rPr>
        <w:t xml:space="preserve">                                               </w:t>
      </w:r>
      <w:proofErr w:type="gramStart"/>
      <w:r>
        <w:rPr>
          <w:color w:val="000000" w:themeColor="text1"/>
          <w:spacing w:val="2"/>
          <w:sz w:val="28"/>
          <w:szCs w:val="28"/>
        </w:rPr>
        <w:t xml:space="preserve">   </w:t>
      </w:r>
      <w:r w:rsidRPr="00517415">
        <w:rPr>
          <w:color w:val="000000" w:themeColor="text1"/>
          <w:spacing w:val="2"/>
          <w:sz w:val="20"/>
          <w:szCs w:val="28"/>
        </w:rPr>
        <w:t>(</w:t>
      </w:r>
      <w:proofErr w:type="gramEnd"/>
      <w:r w:rsidRPr="00517415">
        <w:rPr>
          <w:color w:val="000000" w:themeColor="text1"/>
          <w:spacing w:val="2"/>
          <w:sz w:val="20"/>
          <w:szCs w:val="28"/>
        </w:rPr>
        <w:t>подпись)</w:t>
      </w:r>
      <w:r>
        <w:rPr>
          <w:color w:val="000000" w:themeColor="text1"/>
          <w:spacing w:val="2"/>
          <w:sz w:val="20"/>
          <w:szCs w:val="28"/>
        </w:rPr>
        <w:t xml:space="preserve">                                                   (ФИО)</w:t>
      </w:r>
    </w:p>
    <w:p w14:paraId="3565BDB3" w14:textId="486B3779" w:rsidR="00517415" w:rsidRPr="00517415" w:rsidRDefault="00517415" w:rsidP="00517415">
      <w:pPr>
        <w:shd w:val="clear" w:color="auto" w:fill="FFFFFF"/>
        <w:textAlignment w:val="baseline"/>
        <w:rPr>
          <w:color w:val="000000" w:themeColor="text1"/>
          <w:spacing w:val="2"/>
          <w:sz w:val="20"/>
          <w:szCs w:val="28"/>
        </w:rPr>
      </w:pPr>
      <w:r w:rsidRPr="00517415">
        <w:rPr>
          <w:color w:val="000000" w:themeColor="text1"/>
          <w:spacing w:val="2"/>
          <w:sz w:val="20"/>
          <w:szCs w:val="28"/>
        </w:rPr>
        <w:t xml:space="preserve">(при наличии печать) </w:t>
      </w:r>
    </w:p>
    <w:p w14:paraId="1B2B472F" w14:textId="77777777" w:rsidR="00517415" w:rsidRPr="00517415" w:rsidRDefault="00517415" w:rsidP="00517415">
      <w:pPr>
        <w:shd w:val="clear" w:color="auto" w:fill="FFFFFF"/>
        <w:tabs>
          <w:tab w:val="left" w:pos="1276"/>
        </w:tabs>
        <w:ind w:firstLine="709"/>
        <w:textAlignment w:val="baseline"/>
        <w:rPr>
          <w:color w:val="000000" w:themeColor="text1"/>
          <w:spacing w:val="2"/>
          <w:sz w:val="28"/>
          <w:szCs w:val="28"/>
        </w:rPr>
      </w:pPr>
    </w:p>
    <w:p w14:paraId="07D634FC" w14:textId="77777777" w:rsidR="00517415" w:rsidRPr="00517415" w:rsidRDefault="00517415" w:rsidP="00517415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517415">
        <w:rPr>
          <w:color w:val="000000" w:themeColor="text1"/>
          <w:spacing w:val="2"/>
          <w:sz w:val="28"/>
          <w:szCs w:val="28"/>
        </w:rPr>
        <w:t>К заявлению прилагаю следующие документы:</w:t>
      </w:r>
    </w:p>
    <w:p w14:paraId="3FBB5E05" w14:textId="77777777" w:rsidR="00517415" w:rsidRPr="00517415" w:rsidRDefault="00517415" w:rsidP="00517415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517415">
        <w:rPr>
          <w:color w:val="000000" w:themeColor="text1"/>
          <w:spacing w:val="2"/>
          <w:sz w:val="28"/>
          <w:szCs w:val="28"/>
        </w:rPr>
        <w:t>1.___________________________________________ на ______ л. в __экз.</w:t>
      </w:r>
    </w:p>
    <w:p w14:paraId="1212C1AE" w14:textId="77777777" w:rsidR="00517415" w:rsidRPr="00517415" w:rsidRDefault="00517415" w:rsidP="00517415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517415">
        <w:rPr>
          <w:color w:val="000000" w:themeColor="text1"/>
          <w:spacing w:val="2"/>
          <w:sz w:val="28"/>
          <w:szCs w:val="28"/>
        </w:rPr>
        <w:t>2.___________________________________________ на ______ л. в __экз.</w:t>
      </w:r>
    </w:p>
    <w:p w14:paraId="749CFE35" w14:textId="77777777" w:rsidR="00517415" w:rsidRPr="00517415" w:rsidRDefault="00517415" w:rsidP="00517415">
      <w:pPr>
        <w:shd w:val="clear" w:color="auto" w:fill="FFFFFF"/>
        <w:tabs>
          <w:tab w:val="left" w:pos="142"/>
        </w:tabs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517415">
        <w:rPr>
          <w:color w:val="000000" w:themeColor="text1"/>
          <w:spacing w:val="2"/>
          <w:sz w:val="28"/>
          <w:szCs w:val="28"/>
        </w:rPr>
        <w:t>3.___________________________________________ на ______ л. в __экз.</w:t>
      </w:r>
    </w:p>
    <w:p w14:paraId="45D13AD4" w14:textId="77777777" w:rsidR="00517415" w:rsidRPr="00517415" w:rsidRDefault="00517415" w:rsidP="00517415">
      <w:pPr>
        <w:shd w:val="clear" w:color="auto" w:fill="FFFFFF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14:paraId="3EB45146" w14:textId="6693117A" w:rsidR="008E437E" w:rsidRDefault="008E437E" w:rsidP="008E437E">
      <w:pPr>
        <w:autoSpaceDE w:val="0"/>
        <w:autoSpaceDN w:val="0"/>
        <w:adjustRightInd w:val="0"/>
        <w:ind w:firstLine="567"/>
        <w:jc w:val="both"/>
      </w:pPr>
    </w:p>
    <w:p w14:paraId="7DF279F6" w14:textId="1D77D7B6" w:rsidR="008E437E" w:rsidRDefault="00517415" w:rsidP="0070176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>
        <w:t xml:space="preserve"> </w:t>
      </w:r>
    </w:p>
    <w:sectPr w:rsidR="008E437E" w:rsidSect="00E83CA1">
      <w:footerReference w:type="default" r:id="rId8"/>
      <w:pgSz w:w="11906" w:h="16838"/>
      <w:pgMar w:top="567" w:right="567" w:bottom="425" w:left="1701" w:header="0" w:footer="11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8DAA77" w14:textId="77777777" w:rsidR="00A4230C" w:rsidRDefault="00A4230C" w:rsidP="00DD39B2">
      <w:r>
        <w:separator/>
      </w:r>
    </w:p>
  </w:endnote>
  <w:endnote w:type="continuationSeparator" w:id="0">
    <w:p w14:paraId="6A005E58" w14:textId="77777777" w:rsidR="00A4230C" w:rsidRDefault="00A4230C" w:rsidP="00DD3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ABDE8" w14:textId="77777777" w:rsidR="0070176A" w:rsidRDefault="0070176A">
    <w:pPr>
      <w:pStyle w:val="a8"/>
      <w:jc w:val="right"/>
    </w:pPr>
  </w:p>
  <w:p w14:paraId="4B743044" w14:textId="77777777" w:rsidR="0070176A" w:rsidRDefault="0070176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0E63A0" w14:textId="77777777" w:rsidR="00A4230C" w:rsidRDefault="00A4230C" w:rsidP="00DD39B2">
      <w:r>
        <w:separator/>
      </w:r>
    </w:p>
  </w:footnote>
  <w:footnote w:type="continuationSeparator" w:id="0">
    <w:p w14:paraId="7B810BD5" w14:textId="77777777" w:rsidR="00A4230C" w:rsidRDefault="00A4230C" w:rsidP="00DD3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53383F"/>
    <w:multiLevelType w:val="hybridMultilevel"/>
    <w:tmpl w:val="0EFC1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6495C"/>
    <w:multiLevelType w:val="hybridMultilevel"/>
    <w:tmpl w:val="801AD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1514A2"/>
    <w:multiLevelType w:val="hybridMultilevel"/>
    <w:tmpl w:val="6ABC0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3073D"/>
    <w:multiLevelType w:val="hybridMultilevel"/>
    <w:tmpl w:val="A26ECD2C"/>
    <w:lvl w:ilvl="0" w:tplc="2ECCC134">
      <w:start w:val="1"/>
      <w:numFmt w:val="decimal"/>
      <w:lvlText w:val="%1)"/>
      <w:lvlJc w:val="left"/>
      <w:pPr>
        <w:tabs>
          <w:tab w:val="num" w:pos="1211"/>
        </w:tabs>
        <w:ind w:left="121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1"/>
        </w:tabs>
        <w:ind w:left="16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1"/>
        </w:tabs>
        <w:ind w:left="24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1"/>
        </w:tabs>
        <w:ind w:left="31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1"/>
        </w:tabs>
        <w:ind w:left="38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1"/>
        </w:tabs>
        <w:ind w:left="45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1"/>
        </w:tabs>
        <w:ind w:left="52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1"/>
        </w:tabs>
        <w:ind w:left="60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1"/>
        </w:tabs>
        <w:ind w:left="6731" w:hanging="180"/>
      </w:pPr>
    </w:lvl>
  </w:abstractNum>
  <w:abstractNum w:abstractNumId="4" w15:restartNumberingAfterBreak="0">
    <w:nsid w:val="2F0C1E07"/>
    <w:multiLevelType w:val="hybridMultilevel"/>
    <w:tmpl w:val="F94C9D3A"/>
    <w:lvl w:ilvl="0" w:tplc="A648B56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0320A4E"/>
    <w:multiLevelType w:val="multilevel"/>
    <w:tmpl w:val="ECDAF00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 w15:restartNumberingAfterBreak="0">
    <w:nsid w:val="45772C54"/>
    <w:multiLevelType w:val="hybridMultilevel"/>
    <w:tmpl w:val="30BE63B2"/>
    <w:lvl w:ilvl="0" w:tplc="12F221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43675F9"/>
    <w:multiLevelType w:val="hybridMultilevel"/>
    <w:tmpl w:val="39721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9F6A4E"/>
    <w:multiLevelType w:val="hybridMultilevel"/>
    <w:tmpl w:val="3F866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602195"/>
    <w:multiLevelType w:val="hybridMultilevel"/>
    <w:tmpl w:val="32A2FC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CB1735"/>
    <w:multiLevelType w:val="hybridMultilevel"/>
    <w:tmpl w:val="2AE4B69E"/>
    <w:lvl w:ilvl="0" w:tplc="5F5CB7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C147087"/>
    <w:multiLevelType w:val="hybridMultilevel"/>
    <w:tmpl w:val="8BACDE42"/>
    <w:lvl w:ilvl="0" w:tplc="217AB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9"/>
  </w:num>
  <w:num w:numId="10">
    <w:abstractNumId w:val="2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5F1"/>
    <w:rsid w:val="00003359"/>
    <w:rsid w:val="00004223"/>
    <w:rsid w:val="00004430"/>
    <w:rsid w:val="00005947"/>
    <w:rsid w:val="000064A1"/>
    <w:rsid w:val="000071B4"/>
    <w:rsid w:val="00010BFE"/>
    <w:rsid w:val="000120B3"/>
    <w:rsid w:val="00013544"/>
    <w:rsid w:val="00020AFA"/>
    <w:rsid w:val="00024139"/>
    <w:rsid w:val="0003167E"/>
    <w:rsid w:val="000327E7"/>
    <w:rsid w:val="000352C8"/>
    <w:rsid w:val="000368A3"/>
    <w:rsid w:val="000369EA"/>
    <w:rsid w:val="0004086C"/>
    <w:rsid w:val="00040AE3"/>
    <w:rsid w:val="00042E75"/>
    <w:rsid w:val="00042E95"/>
    <w:rsid w:val="00044C52"/>
    <w:rsid w:val="00044F9C"/>
    <w:rsid w:val="00050DD8"/>
    <w:rsid w:val="00051736"/>
    <w:rsid w:val="00051ED3"/>
    <w:rsid w:val="00052134"/>
    <w:rsid w:val="00053308"/>
    <w:rsid w:val="000535BF"/>
    <w:rsid w:val="000537F0"/>
    <w:rsid w:val="00053EC5"/>
    <w:rsid w:val="00062D0A"/>
    <w:rsid w:val="00065079"/>
    <w:rsid w:val="0006545D"/>
    <w:rsid w:val="000668A3"/>
    <w:rsid w:val="00071D85"/>
    <w:rsid w:val="000729FE"/>
    <w:rsid w:val="000750A6"/>
    <w:rsid w:val="00075321"/>
    <w:rsid w:val="00076331"/>
    <w:rsid w:val="000816AB"/>
    <w:rsid w:val="00082484"/>
    <w:rsid w:val="000829E0"/>
    <w:rsid w:val="000830AB"/>
    <w:rsid w:val="00084CB5"/>
    <w:rsid w:val="0008602F"/>
    <w:rsid w:val="00092D8B"/>
    <w:rsid w:val="00093930"/>
    <w:rsid w:val="000959EE"/>
    <w:rsid w:val="000A38B9"/>
    <w:rsid w:val="000B43FD"/>
    <w:rsid w:val="000B6194"/>
    <w:rsid w:val="000C0241"/>
    <w:rsid w:val="000C1E6F"/>
    <w:rsid w:val="000C28B2"/>
    <w:rsid w:val="000C430B"/>
    <w:rsid w:val="000C7082"/>
    <w:rsid w:val="000C7AC5"/>
    <w:rsid w:val="000D001A"/>
    <w:rsid w:val="000D06D2"/>
    <w:rsid w:val="000D1D30"/>
    <w:rsid w:val="000D1ECB"/>
    <w:rsid w:val="000D2119"/>
    <w:rsid w:val="000D2866"/>
    <w:rsid w:val="000D28A3"/>
    <w:rsid w:val="000D2A2B"/>
    <w:rsid w:val="000D69C0"/>
    <w:rsid w:val="000D759A"/>
    <w:rsid w:val="000D7D56"/>
    <w:rsid w:val="000E003F"/>
    <w:rsid w:val="000E1A68"/>
    <w:rsid w:val="000E24AB"/>
    <w:rsid w:val="000E322E"/>
    <w:rsid w:val="000E4F8D"/>
    <w:rsid w:val="000E51CB"/>
    <w:rsid w:val="000E6C91"/>
    <w:rsid w:val="000F094A"/>
    <w:rsid w:val="000F13A3"/>
    <w:rsid w:val="000F14BB"/>
    <w:rsid w:val="000F19D3"/>
    <w:rsid w:val="000F3C7E"/>
    <w:rsid w:val="000F4D4C"/>
    <w:rsid w:val="000F67D2"/>
    <w:rsid w:val="00102EA0"/>
    <w:rsid w:val="00104443"/>
    <w:rsid w:val="00105A96"/>
    <w:rsid w:val="00107634"/>
    <w:rsid w:val="0011056B"/>
    <w:rsid w:val="00110924"/>
    <w:rsid w:val="00114C9F"/>
    <w:rsid w:val="00115869"/>
    <w:rsid w:val="001225EC"/>
    <w:rsid w:val="00124451"/>
    <w:rsid w:val="00124AF4"/>
    <w:rsid w:val="001254EB"/>
    <w:rsid w:val="00125EFD"/>
    <w:rsid w:val="00126A3A"/>
    <w:rsid w:val="00127E64"/>
    <w:rsid w:val="001311CD"/>
    <w:rsid w:val="00131DB6"/>
    <w:rsid w:val="0013519D"/>
    <w:rsid w:val="00135833"/>
    <w:rsid w:val="00135CE3"/>
    <w:rsid w:val="00136933"/>
    <w:rsid w:val="0014346F"/>
    <w:rsid w:val="001463A2"/>
    <w:rsid w:val="00146907"/>
    <w:rsid w:val="00147EE6"/>
    <w:rsid w:val="0015032A"/>
    <w:rsid w:val="00152D24"/>
    <w:rsid w:val="00152FF2"/>
    <w:rsid w:val="001530C9"/>
    <w:rsid w:val="001532EB"/>
    <w:rsid w:val="00155D94"/>
    <w:rsid w:val="00157E91"/>
    <w:rsid w:val="0016097A"/>
    <w:rsid w:val="00161459"/>
    <w:rsid w:val="00162CE8"/>
    <w:rsid w:val="001640D4"/>
    <w:rsid w:val="00164481"/>
    <w:rsid w:val="00164666"/>
    <w:rsid w:val="00164ED5"/>
    <w:rsid w:val="00167526"/>
    <w:rsid w:val="001675F3"/>
    <w:rsid w:val="0017238E"/>
    <w:rsid w:val="00174EE6"/>
    <w:rsid w:val="001775D8"/>
    <w:rsid w:val="001777B1"/>
    <w:rsid w:val="00180274"/>
    <w:rsid w:val="00181819"/>
    <w:rsid w:val="001825C1"/>
    <w:rsid w:val="001827DA"/>
    <w:rsid w:val="0018340A"/>
    <w:rsid w:val="00186AD0"/>
    <w:rsid w:val="00191F4D"/>
    <w:rsid w:val="001955FC"/>
    <w:rsid w:val="00195931"/>
    <w:rsid w:val="00196609"/>
    <w:rsid w:val="001A00C4"/>
    <w:rsid w:val="001A1D5E"/>
    <w:rsid w:val="001A202D"/>
    <w:rsid w:val="001A65F8"/>
    <w:rsid w:val="001A69B2"/>
    <w:rsid w:val="001B2F08"/>
    <w:rsid w:val="001B5730"/>
    <w:rsid w:val="001C1DB7"/>
    <w:rsid w:val="001C2E2D"/>
    <w:rsid w:val="001D40D4"/>
    <w:rsid w:val="001D5DE8"/>
    <w:rsid w:val="001D7218"/>
    <w:rsid w:val="001E1BBA"/>
    <w:rsid w:val="001E624F"/>
    <w:rsid w:val="001E6D5A"/>
    <w:rsid w:val="001F1EF4"/>
    <w:rsid w:val="001F4ACF"/>
    <w:rsid w:val="001F595C"/>
    <w:rsid w:val="00200FA5"/>
    <w:rsid w:val="0020460E"/>
    <w:rsid w:val="00207BBD"/>
    <w:rsid w:val="002101D7"/>
    <w:rsid w:val="00211244"/>
    <w:rsid w:val="002116FC"/>
    <w:rsid w:val="00211BA7"/>
    <w:rsid w:val="0021366A"/>
    <w:rsid w:val="00214835"/>
    <w:rsid w:val="0021573F"/>
    <w:rsid w:val="00216BB0"/>
    <w:rsid w:val="002235C1"/>
    <w:rsid w:val="00232416"/>
    <w:rsid w:val="002326F4"/>
    <w:rsid w:val="002330D8"/>
    <w:rsid w:val="002409BF"/>
    <w:rsid w:val="00240C79"/>
    <w:rsid w:val="00241A53"/>
    <w:rsid w:val="00241FD9"/>
    <w:rsid w:val="0024332A"/>
    <w:rsid w:val="0024537D"/>
    <w:rsid w:val="00247F2A"/>
    <w:rsid w:val="00251B4F"/>
    <w:rsid w:val="002545EF"/>
    <w:rsid w:val="00254F38"/>
    <w:rsid w:val="002558EC"/>
    <w:rsid w:val="002628D7"/>
    <w:rsid w:val="0027015A"/>
    <w:rsid w:val="002716AE"/>
    <w:rsid w:val="00272B54"/>
    <w:rsid w:val="0027374A"/>
    <w:rsid w:val="002742A6"/>
    <w:rsid w:val="00275F97"/>
    <w:rsid w:val="00280365"/>
    <w:rsid w:val="0028436F"/>
    <w:rsid w:val="00286462"/>
    <w:rsid w:val="00286543"/>
    <w:rsid w:val="00287CE6"/>
    <w:rsid w:val="00292849"/>
    <w:rsid w:val="0029313B"/>
    <w:rsid w:val="002B1D08"/>
    <w:rsid w:val="002B5F75"/>
    <w:rsid w:val="002B74A1"/>
    <w:rsid w:val="002C3502"/>
    <w:rsid w:val="002C75EA"/>
    <w:rsid w:val="002D0BB2"/>
    <w:rsid w:val="002D2EE8"/>
    <w:rsid w:val="002D374A"/>
    <w:rsid w:val="002D4C84"/>
    <w:rsid w:val="002D4ECB"/>
    <w:rsid w:val="002D5FA1"/>
    <w:rsid w:val="002D7552"/>
    <w:rsid w:val="002E01D3"/>
    <w:rsid w:val="002E11DA"/>
    <w:rsid w:val="002E49C5"/>
    <w:rsid w:val="002E6636"/>
    <w:rsid w:val="002E7029"/>
    <w:rsid w:val="002E7AA5"/>
    <w:rsid w:val="002F1FC6"/>
    <w:rsid w:val="002F5E5D"/>
    <w:rsid w:val="002F6DEA"/>
    <w:rsid w:val="00305681"/>
    <w:rsid w:val="00310FF5"/>
    <w:rsid w:val="00313BE3"/>
    <w:rsid w:val="00314DD3"/>
    <w:rsid w:val="003178A4"/>
    <w:rsid w:val="00320442"/>
    <w:rsid w:val="00320C8A"/>
    <w:rsid w:val="00326C0E"/>
    <w:rsid w:val="003274F6"/>
    <w:rsid w:val="003277B4"/>
    <w:rsid w:val="00336844"/>
    <w:rsid w:val="00336B8B"/>
    <w:rsid w:val="0034003B"/>
    <w:rsid w:val="003402A9"/>
    <w:rsid w:val="0034032B"/>
    <w:rsid w:val="003446DA"/>
    <w:rsid w:val="003458B0"/>
    <w:rsid w:val="003462A0"/>
    <w:rsid w:val="00346365"/>
    <w:rsid w:val="003468FF"/>
    <w:rsid w:val="00346D41"/>
    <w:rsid w:val="00350E33"/>
    <w:rsid w:val="00351D4C"/>
    <w:rsid w:val="00354C3C"/>
    <w:rsid w:val="00354FC7"/>
    <w:rsid w:val="003553E4"/>
    <w:rsid w:val="00355FAF"/>
    <w:rsid w:val="00357751"/>
    <w:rsid w:val="0036258B"/>
    <w:rsid w:val="00362879"/>
    <w:rsid w:val="00365B15"/>
    <w:rsid w:val="00367F4A"/>
    <w:rsid w:val="00373A35"/>
    <w:rsid w:val="00375348"/>
    <w:rsid w:val="003763EE"/>
    <w:rsid w:val="00376496"/>
    <w:rsid w:val="00382FCB"/>
    <w:rsid w:val="00386D18"/>
    <w:rsid w:val="00387580"/>
    <w:rsid w:val="003917D3"/>
    <w:rsid w:val="00392163"/>
    <w:rsid w:val="00393032"/>
    <w:rsid w:val="0039586A"/>
    <w:rsid w:val="003A1A2B"/>
    <w:rsid w:val="003A6609"/>
    <w:rsid w:val="003B2058"/>
    <w:rsid w:val="003B3E31"/>
    <w:rsid w:val="003B4B1A"/>
    <w:rsid w:val="003B5C55"/>
    <w:rsid w:val="003B6D42"/>
    <w:rsid w:val="003C0BB0"/>
    <w:rsid w:val="003C2083"/>
    <w:rsid w:val="003C2D84"/>
    <w:rsid w:val="003C2DA8"/>
    <w:rsid w:val="003C348C"/>
    <w:rsid w:val="003C365B"/>
    <w:rsid w:val="003C3971"/>
    <w:rsid w:val="003C6CA8"/>
    <w:rsid w:val="003D0AFD"/>
    <w:rsid w:val="003D2F4F"/>
    <w:rsid w:val="003D3384"/>
    <w:rsid w:val="003D37FA"/>
    <w:rsid w:val="003D3889"/>
    <w:rsid w:val="003D4FD8"/>
    <w:rsid w:val="003D7FEA"/>
    <w:rsid w:val="003E1E84"/>
    <w:rsid w:val="003F0315"/>
    <w:rsid w:val="003F3088"/>
    <w:rsid w:val="003F44E9"/>
    <w:rsid w:val="003F4E31"/>
    <w:rsid w:val="00402450"/>
    <w:rsid w:val="00407EF1"/>
    <w:rsid w:val="00414820"/>
    <w:rsid w:val="00416392"/>
    <w:rsid w:val="0042013F"/>
    <w:rsid w:val="00420487"/>
    <w:rsid w:val="004206F9"/>
    <w:rsid w:val="00422B07"/>
    <w:rsid w:val="004246C7"/>
    <w:rsid w:val="00424BF3"/>
    <w:rsid w:val="00425A62"/>
    <w:rsid w:val="00426042"/>
    <w:rsid w:val="004356EB"/>
    <w:rsid w:val="00435F97"/>
    <w:rsid w:val="00436492"/>
    <w:rsid w:val="00436EAD"/>
    <w:rsid w:val="00441FFA"/>
    <w:rsid w:val="0044442B"/>
    <w:rsid w:val="00446327"/>
    <w:rsid w:val="00447AF2"/>
    <w:rsid w:val="0045657F"/>
    <w:rsid w:val="00456F24"/>
    <w:rsid w:val="004600E3"/>
    <w:rsid w:val="004608BE"/>
    <w:rsid w:val="00461BB9"/>
    <w:rsid w:val="004624E6"/>
    <w:rsid w:val="004633A6"/>
    <w:rsid w:val="00463C38"/>
    <w:rsid w:val="00463D00"/>
    <w:rsid w:val="00464251"/>
    <w:rsid w:val="00466E9B"/>
    <w:rsid w:val="00470A1E"/>
    <w:rsid w:val="00473C3E"/>
    <w:rsid w:val="00477731"/>
    <w:rsid w:val="00484CF7"/>
    <w:rsid w:val="00484EF3"/>
    <w:rsid w:val="00485A68"/>
    <w:rsid w:val="00485DFC"/>
    <w:rsid w:val="004864EA"/>
    <w:rsid w:val="00494FF9"/>
    <w:rsid w:val="0049770E"/>
    <w:rsid w:val="004A2ACF"/>
    <w:rsid w:val="004A573B"/>
    <w:rsid w:val="004B07B4"/>
    <w:rsid w:val="004B5388"/>
    <w:rsid w:val="004B7B17"/>
    <w:rsid w:val="004C06EC"/>
    <w:rsid w:val="004C4D1B"/>
    <w:rsid w:val="004C531F"/>
    <w:rsid w:val="004C53EC"/>
    <w:rsid w:val="004C61E7"/>
    <w:rsid w:val="004C74F7"/>
    <w:rsid w:val="004D0B4C"/>
    <w:rsid w:val="004D114E"/>
    <w:rsid w:val="004D12D3"/>
    <w:rsid w:val="004D1EE2"/>
    <w:rsid w:val="004D37DC"/>
    <w:rsid w:val="004D4F1D"/>
    <w:rsid w:val="004D6E84"/>
    <w:rsid w:val="004E0582"/>
    <w:rsid w:val="004E1326"/>
    <w:rsid w:val="004E2771"/>
    <w:rsid w:val="004E3CFF"/>
    <w:rsid w:val="004E4400"/>
    <w:rsid w:val="004F4991"/>
    <w:rsid w:val="004F60F2"/>
    <w:rsid w:val="004F7483"/>
    <w:rsid w:val="005006BB"/>
    <w:rsid w:val="00500C61"/>
    <w:rsid w:val="005012F6"/>
    <w:rsid w:val="00501492"/>
    <w:rsid w:val="00505433"/>
    <w:rsid w:val="00505702"/>
    <w:rsid w:val="0050733E"/>
    <w:rsid w:val="00510531"/>
    <w:rsid w:val="005114A6"/>
    <w:rsid w:val="005159D3"/>
    <w:rsid w:val="00515EAF"/>
    <w:rsid w:val="00516120"/>
    <w:rsid w:val="00516131"/>
    <w:rsid w:val="00517415"/>
    <w:rsid w:val="00520293"/>
    <w:rsid w:val="00521235"/>
    <w:rsid w:val="0052183A"/>
    <w:rsid w:val="00533C84"/>
    <w:rsid w:val="0053715B"/>
    <w:rsid w:val="00540E26"/>
    <w:rsid w:val="00543779"/>
    <w:rsid w:val="00544EE6"/>
    <w:rsid w:val="0054579D"/>
    <w:rsid w:val="00545A5E"/>
    <w:rsid w:val="005472D3"/>
    <w:rsid w:val="00550CBB"/>
    <w:rsid w:val="005510AC"/>
    <w:rsid w:val="0055348F"/>
    <w:rsid w:val="00553874"/>
    <w:rsid w:val="00555111"/>
    <w:rsid w:val="00556634"/>
    <w:rsid w:val="005571F5"/>
    <w:rsid w:val="00557A48"/>
    <w:rsid w:val="00557F6A"/>
    <w:rsid w:val="00560029"/>
    <w:rsid w:val="0056188A"/>
    <w:rsid w:val="00561F2D"/>
    <w:rsid w:val="00561F81"/>
    <w:rsid w:val="005645EA"/>
    <w:rsid w:val="005671E3"/>
    <w:rsid w:val="0057021A"/>
    <w:rsid w:val="00570411"/>
    <w:rsid w:val="00571235"/>
    <w:rsid w:val="0057243A"/>
    <w:rsid w:val="00572D9C"/>
    <w:rsid w:val="0057520D"/>
    <w:rsid w:val="00577381"/>
    <w:rsid w:val="00580B63"/>
    <w:rsid w:val="0058114A"/>
    <w:rsid w:val="00581B4A"/>
    <w:rsid w:val="005829DC"/>
    <w:rsid w:val="005845D4"/>
    <w:rsid w:val="00585622"/>
    <w:rsid w:val="00586CFC"/>
    <w:rsid w:val="005877D3"/>
    <w:rsid w:val="00596956"/>
    <w:rsid w:val="005A01DA"/>
    <w:rsid w:val="005A1DCD"/>
    <w:rsid w:val="005A6699"/>
    <w:rsid w:val="005B00CA"/>
    <w:rsid w:val="005B0313"/>
    <w:rsid w:val="005B1821"/>
    <w:rsid w:val="005B549F"/>
    <w:rsid w:val="005B6BDD"/>
    <w:rsid w:val="005B720F"/>
    <w:rsid w:val="005B7823"/>
    <w:rsid w:val="005C6033"/>
    <w:rsid w:val="005C73B3"/>
    <w:rsid w:val="005D0C63"/>
    <w:rsid w:val="005E1114"/>
    <w:rsid w:val="005E221A"/>
    <w:rsid w:val="005E5D3C"/>
    <w:rsid w:val="005F0AC7"/>
    <w:rsid w:val="00601D63"/>
    <w:rsid w:val="00606C01"/>
    <w:rsid w:val="0060717E"/>
    <w:rsid w:val="006114DC"/>
    <w:rsid w:val="00620AE2"/>
    <w:rsid w:val="00622719"/>
    <w:rsid w:val="0062794D"/>
    <w:rsid w:val="006312FD"/>
    <w:rsid w:val="006313B9"/>
    <w:rsid w:val="00632317"/>
    <w:rsid w:val="00632BE4"/>
    <w:rsid w:val="00635092"/>
    <w:rsid w:val="0063524E"/>
    <w:rsid w:val="0063767D"/>
    <w:rsid w:val="006410E3"/>
    <w:rsid w:val="00642ACD"/>
    <w:rsid w:val="0064457D"/>
    <w:rsid w:val="00645B85"/>
    <w:rsid w:val="006471D4"/>
    <w:rsid w:val="00650A47"/>
    <w:rsid w:val="00651A2D"/>
    <w:rsid w:val="00651A47"/>
    <w:rsid w:val="006525CA"/>
    <w:rsid w:val="00652ADB"/>
    <w:rsid w:val="006535F4"/>
    <w:rsid w:val="0065360F"/>
    <w:rsid w:val="0065361B"/>
    <w:rsid w:val="006561EB"/>
    <w:rsid w:val="0066792F"/>
    <w:rsid w:val="006756AB"/>
    <w:rsid w:val="00676D46"/>
    <w:rsid w:val="00677689"/>
    <w:rsid w:val="00682309"/>
    <w:rsid w:val="006864EF"/>
    <w:rsid w:val="006879FE"/>
    <w:rsid w:val="00687A01"/>
    <w:rsid w:val="00687B48"/>
    <w:rsid w:val="006913FC"/>
    <w:rsid w:val="00696614"/>
    <w:rsid w:val="00696E87"/>
    <w:rsid w:val="006A1B4B"/>
    <w:rsid w:val="006A656C"/>
    <w:rsid w:val="006A6DFC"/>
    <w:rsid w:val="006A6EF5"/>
    <w:rsid w:val="006A7039"/>
    <w:rsid w:val="006A7D01"/>
    <w:rsid w:val="006B4539"/>
    <w:rsid w:val="006B4CF3"/>
    <w:rsid w:val="006C0AB9"/>
    <w:rsid w:val="006C1C92"/>
    <w:rsid w:val="006C22C5"/>
    <w:rsid w:val="006C5029"/>
    <w:rsid w:val="006C527A"/>
    <w:rsid w:val="006C6321"/>
    <w:rsid w:val="006C6BED"/>
    <w:rsid w:val="006D0D64"/>
    <w:rsid w:val="006D15B5"/>
    <w:rsid w:val="006D68C6"/>
    <w:rsid w:val="006E125C"/>
    <w:rsid w:val="006E3041"/>
    <w:rsid w:val="006E5F00"/>
    <w:rsid w:val="006F026D"/>
    <w:rsid w:val="006F131C"/>
    <w:rsid w:val="006F16FF"/>
    <w:rsid w:val="006F385A"/>
    <w:rsid w:val="00700642"/>
    <w:rsid w:val="00700B77"/>
    <w:rsid w:val="007010EF"/>
    <w:rsid w:val="0070176A"/>
    <w:rsid w:val="00706368"/>
    <w:rsid w:val="0070646D"/>
    <w:rsid w:val="00710AA7"/>
    <w:rsid w:val="00711C61"/>
    <w:rsid w:val="007140F2"/>
    <w:rsid w:val="007154F3"/>
    <w:rsid w:val="00715CD3"/>
    <w:rsid w:val="0071715E"/>
    <w:rsid w:val="0071772A"/>
    <w:rsid w:val="00720199"/>
    <w:rsid w:val="0072148F"/>
    <w:rsid w:val="00722168"/>
    <w:rsid w:val="00724C9D"/>
    <w:rsid w:val="00725CD0"/>
    <w:rsid w:val="00732511"/>
    <w:rsid w:val="00734560"/>
    <w:rsid w:val="007347F8"/>
    <w:rsid w:val="00737F9D"/>
    <w:rsid w:val="00741857"/>
    <w:rsid w:val="00744CBC"/>
    <w:rsid w:val="007473D1"/>
    <w:rsid w:val="00750786"/>
    <w:rsid w:val="00750B5D"/>
    <w:rsid w:val="007544FA"/>
    <w:rsid w:val="0075685E"/>
    <w:rsid w:val="00761653"/>
    <w:rsid w:val="007628CD"/>
    <w:rsid w:val="007628D2"/>
    <w:rsid w:val="00763B63"/>
    <w:rsid w:val="007651B9"/>
    <w:rsid w:val="00765E8C"/>
    <w:rsid w:val="0077389A"/>
    <w:rsid w:val="00773B51"/>
    <w:rsid w:val="007741A2"/>
    <w:rsid w:val="007771B7"/>
    <w:rsid w:val="007843FF"/>
    <w:rsid w:val="00784501"/>
    <w:rsid w:val="0078547B"/>
    <w:rsid w:val="007901DB"/>
    <w:rsid w:val="00794A8C"/>
    <w:rsid w:val="007951F8"/>
    <w:rsid w:val="00795B0A"/>
    <w:rsid w:val="007964BE"/>
    <w:rsid w:val="007A1DC0"/>
    <w:rsid w:val="007A4DFB"/>
    <w:rsid w:val="007A65DE"/>
    <w:rsid w:val="007A71AA"/>
    <w:rsid w:val="007A7420"/>
    <w:rsid w:val="007A75B0"/>
    <w:rsid w:val="007B11AF"/>
    <w:rsid w:val="007B1554"/>
    <w:rsid w:val="007B1EFE"/>
    <w:rsid w:val="007B2513"/>
    <w:rsid w:val="007B2FEC"/>
    <w:rsid w:val="007B30FF"/>
    <w:rsid w:val="007B4277"/>
    <w:rsid w:val="007B4C03"/>
    <w:rsid w:val="007B5527"/>
    <w:rsid w:val="007B6059"/>
    <w:rsid w:val="007C01B8"/>
    <w:rsid w:val="007C0A80"/>
    <w:rsid w:val="007C27F3"/>
    <w:rsid w:val="007C4692"/>
    <w:rsid w:val="007C48D2"/>
    <w:rsid w:val="007C4ACE"/>
    <w:rsid w:val="007C7DAB"/>
    <w:rsid w:val="007D1118"/>
    <w:rsid w:val="007D153B"/>
    <w:rsid w:val="007D4F5A"/>
    <w:rsid w:val="007E352E"/>
    <w:rsid w:val="007E42E8"/>
    <w:rsid w:val="007E7D41"/>
    <w:rsid w:val="007F0064"/>
    <w:rsid w:val="007F0869"/>
    <w:rsid w:val="007F3AB4"/>
    <w:rsid w:val="007F3E72"/>
    <w:rsid w:val="007F3F3D"/>
    <w:rsid w:val="007F4F31"/>
    <w:rsid w:val="007F5EE7"/>
    <w:rsid w:val="007F7E9B"/>
    <w:rsid w:val="00801D92"/>
    <w:rsid w:val="00801EB7"/>
    <w:rsid w:val="008033FE"/>
    <w:rsid w:val="0080348F"/>
    <w:rsid w:val="00803950"/>
    <w:rsid w:val="008040E3"/>
    <w:rsid w:val="0080551D"/>
    <w:rsid w:val="008074A6"/>
    <w:rsid w:val="008122A7"/>
    <w:rsid w:val="00812AA9"/>
    <w:rsid w:val="00815AAB"/>
    <w:rsid w:val="008214E2"/>
    <w:rsid w:val="00821CC5"/>
    <w:rsid w:val="00822D4C"/>
    <w:rsid w:val="008238BF"/>
    <w:rsid w:val="008249A1"/>
    <w:rsid w:val="0082566B"/>
    <w:rsid w:val="008265C7"/>
    <w:rsid w:val="00827062"/>
    <w:rsid w:val="00827100"/>
    <w:rsid w:val="00827BAD"/>
    <w:rsid w:val="00830C36"/>
    <w:rsid w:val="008314ED"/>
    <w:rsid w:val="00831539"/>
    <w:rsid w:val="00832CCB"/>
    <w:rsid w:val="00832EFA"/>
    <w:rsid w:val="0084096E"/>
    <w:rsid w:val="00847553"/>
    <w:rsid w:val="00851539"/>
    <w:rsid w:val="00851A0A"/>
    <w:rsid w:val="00856528"/>
    <w:rsid w:val="00856610"/>
    <w:rsid w:val="00857307"/>
    <w:rsid w:val="0085757E"/>
    <w:rsid w:val="00861FF8"/>
    <w:rsid w:val="00870295"/>
    <w:rsid w:val="00871C66"/>
    <w:rsid w:val="00871CC7"/>
    <w:rsid w:val="00872C34"/>
    <w:rsid w:val="008763B8"/>
    <w:rsid w:val="00882265"/>
    <w:rsid w:val="00884B5B"/>
    <w:rsid w:val="00886A67"/>
    <w:rsid w:val="00886F1A"/>
    <w:rsid w:val="00890909"/>
    <w:rsid w:val="00891AD1"/>
    <w:rsid w:val="00895251"/>
    <w:rsid w:val="00895D35"/>
    <w:rsid w:val="008A1491"/>
    <w:rsid w:val="008A43D7"/>
    <w:rsid w:val="008A5C06"/>
    <w:rsid w:val="008A66A3"/>
    <w:rsid w:val="008A736C"/>
    <w:rsid w:val="008A7373"/>
    <w:rsid w:val="008B7139"/>
    <w:rsid w:val="008C0676"/>
    <w:rsid w:val="008C0A78"/>
    <w:rsid w:val="008C1F19"/>
    <w:rsid w:val="008C5401"/>
    <w:rsid w:val="008C54AD"/>
    <w:rsid w:val="008C5CFA"/>
    <w:rsid w:val="008D1B9C"/>
    <w:rsid w:val="008D2E0C"/>
    <w:rsid w:val="008D79DB"/>
    <w:rsid w:val="008E099E"/>
    <w:rsid w:val="008E297F"/>
    <w:rsid w:val="008E437E"/>
    <w:rsid w:val="008E4AFF"/>
    <w:rsid w:val="008E6A72"/>
    <w:rsid w:val="008E73A6"/>
    <w:rsid w:val="008F0DCC"/>
    <w:rsid w:val="008F1E79"/>
    <w:rsid w:val="008F4F2F"/>
    <w:rsid w:val="008F5D9B"/>
    <w:rsid w:val="008F7105"/>
    <w:rsid w:val="00900482"/>
    <w:rsid w:val="00902EC8"/>
    <w:rsid w:val="00903577"/>
    <w:rsid w:val="00907DEC"/>
    <w:rsid w:val="00910B34"/>
    <w:rsid w:val="00910B5C"/>
    <w:rsid w:val="0091141D"/>
    <w:rsid w:val="00914AC3"/>
    <w:rsid w:val="00920369"/>
    <w:rsid w:val="009243F3"/>
    <w:rsid w:val="00926C03"/>
    <w:rsid w:val="00926D72"/>
    <w:rsid w:val="00930D53"/>
    <w:rsid w:val="00931990"/>
    <w:rsid w:val="0093216F"/>
    <w:rsid w:val="00932785"/>
    <w:rsid w:val="00937088"/>
    <w:rsid w:val="009409BB"/>
    <w:rsid w:val="0094293C"/>
    <w:rsid w:val="00945D70"/>
    <w:rsid w:val="0094662B"/>
    <w:rsid w:val="009502DC"/>
    <w:rsid w:val="00951EC6"/>
    <w:rsid w:val="00953083"/>
    <w:rsid w:val="00954410"/>
    <w:rsid w:val="009565F1"/>
    <w:rsid w:val="009573CF"/>
    <w:rsid w:val="00957584"/>
    <w:rsid w:val="00957888"/>
    <w:rsid w:val="00960F77"/>
    <w:rsid w:val="00962168"/>
    <w:rsid w:val="00963C6A"/>
    <w:rsid w:val="00964F8D"/>
    <w:rsid w:val="009651AF"/>
    <w:rsid w:val="00965598"/>
    <w:rsid w:val="009715CB"/>
    <w:rsid w:val="009717EB"/>
    <w:rsid w:val="0097297E"/>
    <w:rsid w:val="00972A81"/>
    <w:rsid w:val="00973D9E"/>
    <w:rsid w:val="009772DD"/>
    <w:rsid w:val="009812E3"/>
    <w:rsid w:val="00982B64"/>
    <w:rsid w:val="0098471D"/>
    <w:rsid w:val="00987711"/>
    <w:rsid w:val="009932FE"/>
    <w:rsid w:val="00995529"/>
    <w:rsid w:val="009960D3"/>
    <w:rsid w:val="0099779C"/>
    <w:rsid w:val="009A18D5"/>
    <w:rsid w:val="009A2DF4"/>
    <w:rsid w:val="009A5DD8"/>
    <w:rsid w:val="009B4D22"/>
    <w:rsid w:val="009C165C"/>
    <w:rsid w:val="009C1EB4"/>
    <w:rsid w:val="009C2254"/>
    <w:rsid w:val="009D5CC2"/>
    <w:rsid w:val="009D703B"/>
    <w:rsid w:val="009E117E"/>
    <w:rsid w:val="009E2C7F"/>
    <w:rsid w:val="009E4BBF"/>
    <w:rsid w:val="009E5E1C"/>
    <w:rsid w:val="009E7BE7"/>
    <w:rsid w:val="009E7D2C"/>
    <w:rsid w:val="009F2B18"/>
    <w:rsid w:val="009F3DF1"/>
    <w:rsid w:val="009F67C9"/>
    <w:rsid w:val="00A00274"/>
    <w:rsid w:val="00A00FF6"/>
    <w:rsid w:val="00A0504E"/>
    <w:rsid w:val="00A05BA0"/>
    <w:rsid w:val="00A06622"/>
    <w:rsid w:val="00A06DA3"/>
    <w:rsid w:val="00A078B3"/>
    <w:rsid w:val="00A12083"/>
    <w:rsid w:val="00A13809"/>
    <w:rsid w:val="00A15044"/>
    <w:rsid w:val="00A1647A"/>
    <w:rsid w:val="00A17E99"/>
    <w:rsid w:val="00A22D81"/>
    <w:rsid w:val="00A24FC2"/>
    <w:rsid w:val="00A25002"/>
    <w:rsid w:val="00A252DC"/>
    <w:rsid w:val="00A322BA"/>
    <w:rsid w:val="00A325C2"/>
    <w:rsid w:val="00A32D0E"/>
    <w:rsid w:val="00A36D20"/>
    <w:rsid w:val="00A4230C"/>
    <w:rsid w:val="00A44390"/>
    <w:rsid w:val="00A54751"/>
    <w:rsid w:val="00A57ADE"/>
    <w:rsid w:val="00A57FE8"/>
    <w:rsid w:val="00A60224"/>
    <w:rsid w:val="00A6035B"/>
    <w:rsid w:val="00A61DE4"/>
    <w:rsid w:val="00A63ADA"/>
    <w:rsid w:val="00A67511"/>
    <w:rsid w:val="00A70369"/>
    <w:rsid w:val="00A70F6A"/>
    <w:rsid w:val="00A727E1"/>
    <w:rsid w:val="00A74AF5"/>
    <w:rsid w:val="00A763F5"/>
    <w:rsid w:val="00A803D5"/>
    <w:rsid w:val="00A80AAB"/>
    <w:rsid w:val="00A839A0"/>
    <w:rsid w:val="00A8756E"/>
    <w:rsid w:val="00A87899"/>
    <w:rsid w:val="00A90823"/>
    <w:rsid w:val="00A909E1"/>
    <w:rsid w:val="00A94472"/>
    <w:rsid w:val="00A94870"/>
    <w:rsid w:val="00A95C9A"/>
    <w:rsid w:val="00A9636C"/>
    <w:rsid w:val="00A96F3A"/>
    <w:rsid w:val="00A97369"/>
    <w:rsid w:val="00A97CC1"/>
    <w:rsid w:val="00AA0116"/>
    <w:rsid w:val="00AA1AD0"/>
    <w:rsid w:val="00AA22FB"/>
    <w:rsid w:val="00AA5D64"/>
    <w:rsid w:val="00AA7675"/>
    <w:rsid w:val="00AB163E"/>
    <w:rsid w:val="00AB2324"/>
    <w:rsid w:val="00AB2574"/>
    <w:rsid w:val="00AB4693"/>
    <w:rsid w:val="00AB538E"/>
    <w:rsid w:val="00AC1A97"/>
    <w:rsid w:val="00AC2F0D"/>
    <w:rsid w:val="00AC4821"/>
    <w:rsid w:val="00AD068E"/>
    <w:rsid w:val="00AD236B"/>
    <w:rsid w:val="00AD2854"/>
    <w:rsid w:val="00AD3B34"/>
    <w:rsid w:val="00AD4842"/>
    <w:rsid w:val="00AD73FB"/>
    <w:rsid w:val="00AE0A0A"/>
    <w:rsid w:val="00AE0F18"/>
    <w:rsid w:val="00AE2C91"/>
    <w:rsid w:val="00AE511A"/>
    <w:rsid w:val="00AE5528"/>
    <w:rsid w:val="00AF4BA6"/>
    <w:rsid w:val="00AF610B"/>
    <w:rsid w:val="00AF74A7"/>
    <w:rsid w:val="00B046A7"/>
    <w:rsid w:val="00B0711C"/>
    <w:rsid w:val="00B102C4"/>
    <w:rsid w:val="00B1329C"/>
    <w:rsid w:val="00B14335"/>
    <w:rsid w:val="00B16F37"/>
    <w:rsid w:val="00B20B30"/>
    <w:rsid w:val="00B21338"/>
    <w:rsid w:val="00B21550"/>
    <w:rsid w:val="00B235E6"/>
    <w:rsid w:val="00B25F20"/>
    <w:rsid w:val="00B27088"/>
    <w:rsid w:val="00B27430"/>
    <w:rsid w:val="00B30BD3"/>
    <w:rsid w:val="00B313EB"/>
    <w:rsid w:val="00B31B1D"/>
    <w:rsid w:val="00B32238"/>
    <w:rsid w:val="00B33FB4"/>
    <w:rsid w:val="00B34F33"/>
    <w:rsid w:val="00B36848"/>
    <w:rsid w:val="00B42C8C"/>
    <w:rsid w:val="00B451E8"/>
    <w:rsid w:val="00B45D81"/>
    <w:rsid w:val="00B45F70"/>
    <w:rsid w:val="00B506DB"/>
    <w:rsid w:val="00B510A9"/>
    <w:rsid w:val="00B51A47"/>
    <w:rsid w:val="00B54100"/>
    <w:rsid w:val="00B546A7"/>
    <w:rsid w:val="00B54F5E"/>
    <w:rsid w:val="00B55EF1"/>
    <w:rsid w:val="00B57908"/>
    <w:rsid w:val="00B60563"/>
    <w:rsid w:val="00B6293B"/>
    <w:rsid w:val="00B65434"/>
    <w:rsid w:val="00B7432D"/>
    <w:rsid w:val="00B75F19"/>
    <w:rsid w:val="00B77A58"/>
    <w:rsid w:val="00B81218"/>
    <w:rsid w:val="00B82F92"/>
    <w:rsid w:val="00B8534C"/>
    <w:rsid w:val="00B878B7"/>
    <w:rsid w:val="00B87D7D"/>
    <w:rsid w:val="00B9231E"/>
    <w:rsid w:val="00B93B49"/>
    <w:rsid w:val="00BA0B51"/>
    <w:rsid w:val="00BA4854"/>
    <w:rsid w:val="00BB0D44"/>
    <w:rsid w:val="00BB1D25"/>
    <w:rsid w:val="00BB35EC"/>
    <w:rsid w:val="00BB4EFF"/>
    <w:rsid w:val="00BB7143"/>
    <w:rsid w:val="00BC17F9"/>
    <w:rsid w:val="00BC1A32"/>
    <w:rsid w:val="00BC323B"/>
    <w:rsid w:val="00BC3849"/>
    <w:rsid w:val="00BC445F"/>
    <w:rsid w:val="00BD0F4D"/>
    <w:rsid w:val="00BD119F"/>
    <w:rsid w:val="00BD1BE8"/>
    <w:rsid w:val="00BD36BF"/>
    <w:rsid w:val="00BD47DD"/>
    <w:rsid w:val="00BD523A"/>
    <w:rsid w:val="00BD5684"/>
    <w:rsid w:val="00BD5E23"/>
    <w:rsid w:val="00BD6903"/>
    <w:rsid w:val="00BD7F17"/>
    <w:rsid w:val="00BE0161"/>
    <w:rsid w:val="00BF26B1"/>
    <w:rsid w:val="00BF3A04"/>
    <w:rsid w:val="00C00B51"/>
    <w:rsid w:val="00C0191D"/>
    <w:rsid w:val="00C02740"/>
    <w:rsid w:val="00C10F91"/>
    <w:rsid w:val="00C113D7"/>
    <w:rsid w:val="00C139CE"/>
    <w:rsid w:val="00C139D6"/>
    <w:rsid w:val="00C15274"/>
    <w:rsid w:val="00C20723"/>
    <w:rsid w:val="00C20A61"/>
    <w:rsid w:val="00C20CD4"/>
    <w:rsid w:val="00C220A3"/>
    <w:rsid w:val="00C264F7"/>
    <w:rsid w:val="00C26B10"/>
    <w:rsid w:val="00C26F0B"/>
    <w:rsid w:val="00C31325"/>
    <w:rsid w:val="00C31418"/>
    <w:rsid w:val="00C33813"/>
    <w:rsid w:val="00C35273"/>
    <w:rsid w:val="00C375DC"/>
    <w:rsid w:val="00C41142"/>
    <w:rsid w:val="00C438E8"/>
    <w:rsid w:val="00C45444"/>
    <w:rsid w:val="00C47A76"/>
    <w:rsid w:val="00C47D85"/>
    <w:rsid w:val="00C537CD"/>
    <w:rsid w:val="00C54071"/>
    <w:rsid w:val="00C54BED"/>
    <w:rsid w:val="00C57FB3"/>
    <w:rsid w:val="00C6134C"/>
    <w:rsid w:val="00C6242F"/>
    <w:rsid w:val="00C657D6"/>
    <w:rsid w:val="00C66D4B"/>
    <w:rsid w:val="00C70D22"/>
    <w:rsid w:val="00C719D9"/>
    <w:rsid w:val="00C726EE"/>
    <w:rsid w:val="00C72D9E"/>
    <w:rsid w:val="00C77A01"/>
    <w:rsid w:val="00C8182F"/>
    <w:rsid w:val="00C8207A"/>
    <w:rsid w:val="00C82E48"/>
    <w:rsid w:val="00C85F7A"/>
    <w:rsid w:val="00C90ADB"/>
    <w:rsid w:val="00C91F60"/>
    <w:rsid w:val="00C95A52"/>
    <w:rsid w:val="00C9643B"/>
    <w:rsid w:val="00CA08BC"/>
    <w:rsid w:val="00CA0FB7"/>
    <w:rsid w:val="00CA280E"/>
    <w:rsid w:val="00CA3817"/>
    <w:rsid w:val="00CA4B41"/>
    <w:rsid w:val="00CB0AF4"/>
    <w:rsid w:val="00CB0B68"/>
    <w:rsid w:val="00CB6027"/>
    <w:rsid w:val="00CC75BC"/>
    <w:rsid w:val="00CD1145"/>
    <w:rsid w:val="00CD5CA5"/>
    <w:rsid w:val="00CE3D88"/>
    <w:rsid w:val="00CE3E07"/>
    <w:rsid w:val="00CE4566"/>
    <w:rsid w:val="00CE474F"/>
    <w:rsid w:val="00CE5605"/>
    <w:rsid w:val="00CE64E7"/>
    <w:rsid w:val="00CF11AF"/>
    <w:rsid w:val="00CF1E21"/>
    <w:rsid w:val="00CF31FC"/>
    <w:rsid w:val="00CF49BD"/>
    <w:rsid w:val="00D013E0"/>
    <w:rsid w:val="00D0173C"/>
    <w:rsid w:val="00D02A54"/>
    <w:rsid w:val="00D03F3E"/>
    <w:rsid w:val="00D04ADB"/>
    <w:rsid w:val="00D101E9"/>
    <w:rsid w:val="00D126ED"/>
    <w:rsid w:val="00D13CA6"/>
    <w:rsid w:val="00D148B6"/>
    <w:rsid w:val="00D15DC5"/>
    <w:rsid w:val="00D168E0"/>
    <w:rsid w:val="00D20B91"/>
    <w:rsid w:val="00D2172B"/>
    <w:rsid w:val="00D219DB"/>
    <w:rsid w:val="00D232AD"/>
    <w:rsid w:val="00D249D6"/>
    <w:rsid w:val="00D2642F"/>
    <w:rsid w:val="00D27E21"/>
    <w:rsid w:val="00D30612"/>
    <w:rsid w:val="00D318A6"/>
    <w:rsid w:val="00D33479"/>
    <w:rsid w:val="00D33AF3"/>
    <w:rsid w:val="00D33DC9"/>
    <w:rsid w:val="00D348C9"/>
    <w:rsid w:val="00D3672D"/>
    <w:rsid w:val="00D4301E"/>
    <w:rsid w:val="00D45B11"/>
    <w:rsid w:val="00D473FF"/>
    <w:rsid w:val="00D47FD9"/>
    <w:rsid w:val="00D515D2"/>
    <w:rsid w:val="00D51C1E"/>
    <w:rsid w:val="00D52BB3"/>
    <w:rsid w:val="00D53881"/>
    <w:rsid w:val="00D57D91"/>
    <w:rsid w:val="00D57DBC"/>
    <w:rsid w:val="00D61294"/>
    <w:rsid w:val="00D61B08"/>
    <w:rsid w:val="00D66374"/>
    <w:rsid w:val="00D66491"/>
    <w:rsid w:val="00D7156F"/>
    <w:rsid w:val="00D73ECE"/>
    <w:rsid w:val="00D77EC8"/>
    <w:rsid w:val="00D80B8A"/>
    <w:rsid w:val="00D8116D"/>
    <w:rsid w:val="00D830DA"/>
    <w:rsid w:val="00D83159"/>
    <w:rsid w:val="00D83748"/>
    <w:rsid w:val="00D849A2"/>
    <w:rsid w:val="00D84BD5"/>
    <w:rsid w:val="00D85CCA"/>
    <w:rsid w:val="00D9193B"/>
    <w:rsid w:val="00D92052"/>
    <w:rsid w:val="00D92B57"/>
    <w:rsid w:val="00D94DCC"/>
    <w:rsid w:val="00D95284"/>
    <w:rsid w:val="00D96F6A"/>
    <w:rsid w:val="00DA05DD"/>
    <w:rsid w:val="00DA09DE"/>
    <w:rsid w:val="00DA1E4C"/>
    <w:rsid w:val="00DA39C2"/>
    <w:rsid w:val="00DA47A7"/>
    <w:rsid w:val="00DA50CB"/>
    <w:rsid w:val="00DA5192"/>
    <w:rsid w:val="00DB322C"/>
    <w:rsid w:val="00DB6382"/>
    <w:rsid w:val="00DC0013"/>
    <w:rsid w:val="00DC0C5A"/>
    <w:rsid w:val="00DC4047"/>
    <w:rsid w:val="00DD074E"/>
    <w:rsid w:val="00DD39B2"/>
    <w:rsid w:val="00DD468F"/>
    <w:rsid w:val="00DD5569"/>
    <w:rsid w:val="00DD57AE"/>
    <w:rsid w:val="00DE07AB"/>
    <w:rsid w:val="00DE07BA"/>
    <w:rsid w:val="00DE0A79"/>
    <w:rsid w:val="00DE0B0F"/>
    <w:rsid w:val="00DE0CD2"/>
    <w:rsid w:val="00DE13EF"/>
    <w:rsid w:val="00DE49D8"/>
    <w:rsid w:val="00DE5680"/>
    <w:rsid w:val="00DE6813"/>
    <w:rsid w:val="00DE6A8C"/>
    <w:rsid w:val="00DF610C"/>
    <w:rsid w:val="00E02040"/>
    <w:rsid w:val="00E031AE"/>
    <w:rsid w:val="00E06158"/>
    <w:rsid w:val="00E06B94"/>
    <w:rsid w:val="00E076F0"/>
    <w:rsid w:val="00E07AF8"/>
    <w:rsid w:val="00E10CDA"/>
    <w:rsid w:val="00E1202B"/>
    <w:rsid w:val="00E14AFD"/>
    <w:rsid w:val="00E21959"/>
    <w:rsid w:val="00E264DC"/>
    <w:rsid w:val="00E27778"/>
    <w:rsid w:val="00E313AC"/>
    <w:rsid w:val="00E33FDF"/>
    <w:rsid w:val="00E34F27"/>
    <w:rsid w:val="00E350E5"/>
    <w:rsid w:val="00E41443"/>
    <w:rsid w:val="00E42CFD"/>
    <w:rsid w:val="00E449EB"/>
    <w:rsid w:val="00E4641E"/>
    <w:rsid w:val="00E46F20"/>
    <w:rsid w:val="00E47A4E"/>
    <w:rsid w:val="00E47E40"/>
    <w:rsid w:val="00E55727"/>
    <w:rsid w:val="00E560EE"/>
    <w:rsid w:val="00E571D6"/>
    <w:rsid w:val="00E57BC4"/>
    <w:rsid w:val="00E600F2"/>
    <w:rsid w:val="00E61680"/>
    <w:rsid w:val="00E64165"/>
    <w:rsid w:val="00E65327"/>
    <w:rsid w:val="00E66D51"/>
    <w:rsid w:val="00E67EB7"/>
    <w:rsid w:val="00E73BA0"/>
    <w:rsid w:val="00E73C89"/>
    <w:rsid w:val="00E74BF2"/>
    <w:rsid w:val="00E757DE"/>
    <w:rsid w:val="00E814AD"/>
    <w:rsid w:val="00E8220F"/>
    <w:rsid w:val="00E83CA1"/>
    <w:rsid w:val="00E860C4"/>
    <w:rsid w:val="00E87C71"/>
    <w:rsid w:val="00E87FDF"/>
    <w:rsid w:val="00E918F9"/>
    <w:rsid w:val="00E93014"/>
    <w:rsid w:val="00E9475C"/>
    <w:rsid w:val="00E95C17"/>
    <w:rsid w:val="00E964E0"/>
    <w:rsid w:val="00E96AFC"/>
    <w:rsid w:val="00EA0596"/>
    <w:rsid w:val="00EA1665"/>
    <w:rsid w:val="00EA47F2"/>
    <w:rsid w:val="00EA77EE"/>
    <w:rsid w:val="00EB0C79"/>
    <w:rsid w:val="00EB0F0C"/>
    <w:rsid w:val="00EB1E95"/>
    <w:rsid w:val="00EB2D60"/>
    <w:rsid w:val="00EB327A"/>
    <w:rsid w:val="00EB34C4"/>
    <w:rsid w:val="00EB51FE"/>
    <w:rsid w:val="00EB5FD9"/>
    <w:rsid w:val="00EC11BB"/>
    <w:rsid w:val="00EC1F1F"/>
    <w:rsid w:val="00EC4EDC"/>
    <w:rsid w:val="00EC645F"/>
    <w:rsid w:val="00EC6E3E"/>
    <w:rsid w:val="00ED3C9A"/>
    <w:rsid w:val="00ED47C9"/>
    <w:rsid w:val="00ED511A"/>
    <w:rsid w:val="00ED55E1"/>
    <w:rsid w:val="00ED5AAF"/>
    <w:rsid w:val="00ED7097"/>
    <w:rsid w:val="00ED7695"/>
    <w:rsid w:val="00EE3B12"/>
    <w:rsid w:val="00EE4222"/>
    <w:rsid w:val="00EE4F35"/>
    <w:rsid w:val="00EE60F7"/>
    <w:rsid w:val="00EE632B"/>
    <w:rsid w:val="00EE794F"/>
    <w:rsid w:val="00EE7ACB"/>
    <w:rsid w:val="00EF034E"/>
    <w:rsid w:val="00EF46A3"/>
    <w:rsid w:val="00EF4B34"/>
    <w:rsid w:val="00EF5DD0"/>
    <w:rsid w:val="00EF7F70"/>
    <w:rsid w:val="00F002B5"/>
    <w:rsid w:val="00F00B3F"/>
    <w:rsid w:val="00F012AE"/>
    <w:rsid w:val="00F029E5"/>
    <w:rsid w:val="00F03D87"/>
    <w:rsid w:val="00F05722"/>
    <w:rsid w:val="00F067C5"/>
    <w:rsid w:val="00F11ED5"/>
    <w:rsid w:val="00F1464C"/>
    <w:rsid w:val="00F15958"/>
    <w:rsid w:val="00F15C10"/>
    <w:rsid w:val="00F20352"/>
    <w:rsid w:val="00F2071E"/>
    <w:rsid w:val="00F24C88"/>
    <w:rsid w:val="00F261DF"/>
    <w:rsid w:val="00F30AB0"/>
    <w:rsid w:val="00F317AC"/>
    <w:rsid w:val="00F31C87"/>
    <w:rsid w:val="00F33AEC"/>
    <w:rsid w:val="00F3789C"/>
    <w:rsid w:val="00F5053B"/>
    <w:rsid w:val="00F510CA"/>
    <w:rsid w:val="00F544A7"/>
    <w:rsid w:val="00F5647F"/>
    <w:rsid w:val="00F578DC"/>
    <w:rsid w:val="00F617AA"/>
    <w:rsid w:val="00F62A94"/>
    <w:rsid w:val="00F63B8A"/>
    <w:rsid w:val="00F63EAF"/>
    <w:rsid w:val="00F66308"/>
    <w:rsid w:val="00F67130"/>
    <w:rsid w:val="00F70239"/>
    <w:rsid w:val="00F77297"/>
    <w:rsid w:val="00F8044F"/>
    <w:rsid w:val="00F80EA3"/>
    <w:rsid w:val="00F81113"/>
    <w:rsid w:val="00F816CF"/>
    <w:rsid w:val="00F828C1"/>
    <w:rsid w:val="00F82EDC"/>
    <w:rsid w:val="00F85437"/>
    <w:rsid w:val="00F85C70"/>
    <w:rsid w:val="00F9021D"/>
    <w:rsid w:val="00F92CBE"/>
    <w:rsid w:val="00F938C7"/>
    <w:rsid w:val="00F94A84"/>
    <w:rsid w:val="00F95303"/>
    <w:rsid w:val="00F956D1"/>
    <w:rsid w:val="00F96DCE"/>
    <w:rsid w:val="00FA268C"/>
    <w:rsid w:val="00FA26E6"/>
    <w:rsid w:val="00FA2ECD"/>
    <w:rsid w:val="00FA424E"/>
    <w:rsid w:val="00FA60B4"/>
    <w:rsid w:val="00FA7825"/>
    <w:rsid w:val="00FA7ADE"/>
    <w:rsid w:val="00FB045A"/>
    <w:rsid w:val="00FB30F0"/>
    <w:rsid w:val="00FB4BD5"/>
    <w:rsid w:val="00FB4DC1"/>
    <w:rsid w:val="00FB52D0"/>
    <w:rsid w:val="00FB7AB4"/>
    <w:rsid w:val="00FC08BE"/>
    <w:rsid w:val="00FC554D"/>
    <w:rsid w:val="00FC647B"/>
    <w:rsid w:val="00FD0247"/>
    <w:rsid w:val="00FD3979"/>
    <w:rsid w:val="00FD6D10"/>
    <w:rsid w:val="00FE671A"/>
    <w:rsid w:val="00FF1DCE"/>
    <w:rsid w:val="00FF5331"/>
    <w:rsid w:val="00FF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B489BC"/>
  <w15:docId w15:val="{70096B55-648D-44A4-BC81-C7BA0F019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2710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55727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6E3E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EC6E3E"/>
    <w:pPr>
      <w:keepNext w:val="0"/>
      <w:spacing w:before="0" w:after="0"/>
      <w:jc w:val="both"/>
      <w:outlineLvl w:val="2"/>
    </w:pPr>
    <w:rPr>
      <w:rFonts w:ascii="Arial" w:hAnsi="Arial"/>
      <w:b w:val="0"/>
      <w:bCs w:val="0"/>
      <w:i w:val="0"/>
      <w:iCs w:val="0"/>
      <w:sz w:val="24"/>
      <w:szCs w:val="24"/>
    </w:rPr>
  </w:style>
  <w:style w:type="paragraph" w:styleId="4">
    <w:name w:val="heading 4"/>
    <w:basedOn w:val="a"/>
    <w:next w:val="a"/>
    <w:link w:val="40"/>
    <w:qFormat/>
    <w:rsid w:val="00E557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63E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B54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uiPriority w:val="99"/>
    <w:rsid w:val="007651B9"/>
    <w:pPr>
      <w:widowControl w:val="0"/>
      <w:suppressAutoHyphens/>
      <w:autoSpaceDE w:val="0"/>
    </w:pPr>
    <w:rPr>
      <w:rFonts w:ascii="Arial" w:hAnsi="Arial" w:cs="Arial"/>
      <w:b/>
      <w:bCs/>
      <w:sz w:val="22"/>
      <w:szCs w:val="22"/>
      <w:lang w:eastAsia="ar-SA"/>
    </w:rPr>
  </w:style>
  <w:style w:type="character" w:styleId="a4">
    <w:name w:val="Strong"/>
    <w:uiPriority w:val="22"/>
    <w:qFormat/>
    <w:rsid w:val="007651B9"/>
    <w:rPr>
      <w:b/>
      <w:bCs/>
    </w:rPr>
  </w:style>
  <w:style w:type="paragraph" w:customStyle="1" w:styleId="11">
    <w:name w:val="Без интервала1"/>
    <w:uiPriority w:val="99"/>
    <w:qFormat/>
    <w:rsid w:val="007651B9"/>
    <w:rPr>
      <w:rFonts w:ascii="Calibri" w:hAnsi="Calibri" w:cs="Calibri"/>
      <w:sz w:val="22"/>
      <w:szCs w:val="22"/>
    </w:rPr>
  </w:style>
  <w:style w:type="paragraph" w:customStyle="1" w:styleId="a5">
    <w:name w:val="Знак"/>
    <w:basedOn w:val="a"/>
    <w:rsid w:val="008566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link w:val="a7"/>
    <w:rsid w:val="00CD1145"/>
    <w:pPr>
      <w:ind w:firstLine="720"/>
      <w:jc w:val="both"/>
    </w:pPr>
  </w:style>
  <w:style w:type="paragraph" w:customStyle="1" w:styleId="ConsPlusNormal">
    <w:name w:val="ConsPlusNormal"/>
    <w:link w:val="ConsPlusNormal0"/>
    <w:rsid w:val="00102E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E5572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E55727"/>
    <w:rPr>
      <w:sz w:val="24"/>
      <w:szCs w:val="24"/>
    </w:rPr>
  </w:style>
  <w:style w:type="paragraph" w:styleId="31">
    <w:name w:val="Body Text Indent 3"/>
    <w:basedOn w:val="a"/>
    <w:link w:val="32"/>
    <w:rsid w:val="00E5572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E55727"/>
    <w:rPr>
      <w:sz w:val="16"/>
      <w:szCs w:val="16"/>
    </w:rPr>
  </w:style>
  <w:style w:type="character" w:customStyle="1" w:styleId="10">
    <w:name w:val="Заголовок 1 Знак"/>
    <w:link w:val="1"/>
    <w:uiPriority w:val="9"/>
    <w:rsid w:val="00E55727"/>
    <w:rPr>
      <w:b/>
      <w:bCs/>
      <w:sz w:val="24"/>
      <w:szCs w:val="24"/>
    </w:rPr>
  </w:style>
  <w:style w:type="character" w:customStyle="1" w:styleId="40">
    <w:name w:val="Заголовок 4 Знак"/>
    <w:link w:val="4"/>
    <w:rsid w:val="00E55727"/>
    <w:rPr>
      <w:b/>
      <w:bCs/>
      <w:sz w:val="28"/>
      <w:szCs w:val="28"/>
    </w:rPr>
  </w:style>
  <w:style w:type="paragraph" w:styleId="a8">
    <w:name w:val="footer"/>
    <w:basedOn w:val="a"/>
    <w:link w:val="a9"/>
    <w:uiPriority w:val="99"/>
    <w:rsid w:val="00E557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E55727"/>
    <w:rPr>
      <w:sz w:val="24"/>
      <w:szCs w:val="24"/>
    </w:rPr>
  </w:style>
  <w:style w:type="paragraph" w:customStyle="1" w:styleId="ConsTitle">
    <w:name w:val="ConsTitle"/>
    <w:rsid w:val="00E55727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styleId="aa">
    <w:name w:val="Balloon Text"/>
    <w:basedOn w:val="a"/>
    <w:link w:val="ab"/>
    <w:uiPriority w:val="99"/>
    <w:rsid w:val="006D0D64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rsid w:val="006D0D64"/>
    <w:rPr>
      <w:rFonts w:ascii="Tahoma" w:hAnsi="Tahoma" w:cs="Tahoma"/>
      <w:sz w:val="16"/>
      <w:szCs w:val="16"/>
    </w:rPr>
  </w:style>
  <w:style w:type="character" w:customStyle="1" w:styleId="a7">
    <w:name w:val="Основной текст с отступом Знак"/>
    <w:link w:val="a6"/>
    <w:locked/>
    <w:rsid w:val="004D1EE2"/>
    <w:rPr>
      <w:sz w:val="24"/>
      <w:szCs w:val="24"/>
      <w:lang w:val="ru-RU" w:eastAsia="ru-RU" w:bidi="ar-SA"/>
    </w:rPr>
  </w:style>
  <w:style w:type="paragraph" w:customStyle="1" w:styleId="ac">
    <w:name w:val="Прижатый влево"/>
    <w:basedOn w:val="a"/>
    <w:next w:val="a"/>
    <w:uiPriority w:val="99"/>
    <w:rsid w:val="004D1EE2"/>
    <w:pPr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Hyperlink"/>
    <w:uiPriority w:val="99"/>
    <w:rsid w:val="00972A81"/>
    <w:rPr>
      <w:rFonts w:ascii="Times New Roman" w:hAnsi="Times New Roman" w:cs="Times New Roman" w:hint="default"/>
      <w:color w:val="0000FF"/>
      <w:u w:val="single"/>
    </w:rPr>
  </w:style>
  <w:style w:type="character" w:customStyle="1" w:styleId="ae">
    <w:name w:val="Цветовое выделение"/>
    <w:uiPriority w:val="99"/>
    <w:rsid w:val="008A7373"/>
    <w:rPr>
      <w:b/>
      <w:bCs/>
      <w:color w:val="000080"/>
      <w:sz w:val="20"/>
      <w:szCs w:val="20"/>
    </w:rPr>
  </w:style>
  <w:style w:type="paragraph" w:styleId="af">
    <w:name w:val="No Spacing"/>
    <w:link w:val="af0"/>
    <w:qFormat/>
    <w:rsid w:val="00EC4EDC"/>
    <w:rPr>
      <w:sz w:val="24"/>
      <w:szCs w:val="24"/>
    </w:rPr>
  </w:style>
  <w:style w:type="paragraph" w:styleId="af1">
    <w:name w:val="List Paragraph"/>
    <w:basedOn w:val="a"/>
    <w:link w:val="af2"/>
    <w:uiPriority w:val="34"/>
    <w:qFormat/>
    <w:rsid w:val="00EC4EDC"/>
    <w:pPr>
      <w:ind w:left="720"/>
      <w:contextualSpacing/>
    </w:pPr>
  </w:style>
  <w:style w:type="character" w:customStyle="1" w:styleId="af0">
    <w:name w:val="Без интервала Знак"/>
    <w:link w:val="af"/>
    <w:rsid w:val="001E1BBA"/>
    <w:rPr>
      <w:sz w:val="24"/>
      <w:szCs w:val="24"/>
      <w:lang w:val="ru-RU" w:eastAsia="ru-RU" w:bidi="ar-SA"/>
    </w:rPr>
  </w:style>
  <w:style w:type="paragraph" w:customStyle="1" w:styleId="ConsPlusTitle">
    <w:name w:val="ConsPlusTitle"/>
    <w:rsid w:val="00B16F3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3">
    <w:name w:val="header"/>
    <w:basedOn w:val="a"/>
    <w:link w:val="af4"/>
    <w:rsid w:val="00DD39B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rsid w:val="00DD39B2"/>
    <w:rPr>
      <w:sz w:val="24"/>
      <w:szCs w:val="24"/>
    </w:rPr>
  </w:style>
  <w:style w:type="character" w:customStyle="1" w:styleId="20">
    <w:name w:val="Заголовок 2 Знак"/>
    <w:link w:val="2"/>
    <w:uiPriority w:val="9"/>
    <w:semiHidden/>
    <w:rsid w:val="00EC6E3E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EC6E3E"/>
    <w:rPr>
      <w:rFonts w:ascii="Arial" w:hAnsi="Arial" w:cs="Arial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EC6E3E"/>
  </w:style>
  <w:style w:type="character" w:customStyle="1" w:styleId="af5">
    <w:name w:val="Гипертекстовая ссылка"/>
    <w:rsid w:val="00EC6E3E"/>
    <w:rPr>
      <w:rFonts w:cs="Times New Roman"/>
      <w:b/>
      <w:color w:val="106BBE"/>
      <w:sz w:val="26"/>
    </w:rPr>
  </w:style>
  <w:style w:type="paragraph" w:customStyle="1" w:styleId="af6">
    <w:name w:val="Таблицы (моноширинный)"/>
    <w:basedOn w:val="a"/>
    <w:next w:val="a"/>
    <w:uiPriority w:val="99"/>
    <w:rsid w:val="00EC6E3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7">
    <w:name w:val="Normal (Web)"/>
    <w:basedOn w:val="a"/>
    <w:link w:val="af8"/>
    <w:rsid w:val="00EC6E3E"/>
    <w:rPr>
      <w:rFonts w:ascii="Verdana" w:hAnsi="Verdana"/>
      <w:color w:val="4C4C4C"/>
    </w:rPr>
  </w:style>
  <w:style w:type="character" w:customStyle="1" w:styleId="af8">
    <w:name w:val="Обычный (Интернет) Знак"/>
    <w:link w:val="af7"/>
    <w:rsid w:val="00EC6E3E"/>
    <w:rPr>
      <w:rFonts w:ascii="Verdana" w:hAnsi="Verdana"/>
      <w:color w:val="4C4C4C"/>
      <w:sz w:val="24"/>
      <w:szCs w:val="24"/>
    </w:rPr>
  </w:style>
  <w:style w:type="paragraph" w:customStyle="1" w:styleId="13">
    <w:name w:val="Знак Знак Знак Знак1 Знак Знак Знак Знак Знак Знак Знак Знак Знак"/>
    <w:basedOn w:val="a"/>
    <w:rsid w:val="00EC6E3E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Без интервала1"/>
    <w:rsid w:val="00EC6E3E"/>
    <w:rPr>
      <w:rFonts w:ascii="Calibri" w:hAnsi="Calibri" w:cs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EC6E3E"/>
    <w:rPr>
      <w:rFonts w:ascii="Arial" w:hAnsi="Arial" w:cs="Arial"/>
      <w:lang w:val="ru-RU" w:eastAsia="ru-RU" w:bidi="ar-SA"/>
    </w:rPr>
  </w:style>
  <w:style w:type="paragraph" w:customStyle="1" w:styleId="ConsPlusCell">
    <w:name w:val="ConsPlusCell"/>
    <w:rsid w:val="00EC6E3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f9">
    <w:name w:val="Нормальный (таблица)"/>
    <w:basedOn w:val="a"/>
    <w:next w:val="a"/>
    <w:uiPriority w:val="99"/>
    <w:rsid w:val="00EC6E3E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table" w:customStyle="1" w:styleId="15">
    <w:name w:val="Сетка таблицы1"/>
    <w:basedOn w:val="a1"/>
    <w:next w:val="a3"/>
    <w:uiPriority w:val="59"/>
    <w:rsid w:val="00EC6E3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Основной текст_"/>
    <w:link w:val="17"/>
    <w:locked/>
    <w:rsid w:val="005571F5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"/>
    <w:link w:val="afa"/>
    <w:rsid w:val="005571F5"/>
    <w:pPr>
      <w:shd w:val="clear" w:color="auto" w:fill="FFFFFF"/>
      <w:spacing w:before="480" w:line="322" w:lineRule="exact"/>
      <w:jc w:val="both"/>
    </w:pPr>
    <w:rPr>
      <w:sz w:val="27"/>
      <w:szCs w:val="27"/>
    </w:rPr>
  </w:style>
  <w:style w:type="paragraph" w:styleId="afb">
    <w:name w:val="footnote text"/>
    <w:basedOn w:val="a"/>
    <w:link w:val="afc"/>
    <w:uiPriority w:val="99"/>
    <w:unhideWhenUsed/>
    <w:rsid w:val="00AF610B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c">
    <w:name w:val="Текст сноски Знак"/>
    <w:link w:val="afb"/>
    <w:uiPriority w:val="99"/>
    <w:rsid w:val="00AF610B"/>
    <w:rPr>
      <w:rFonts w:ascii="Calibri" w:hAnsi="Calibri"/>
    </w:rPr>
  </w:style>
  <w:style w:type="character" w:styleId="afd">
    <w:name w:val="footnote reference"/>
    <w:uiPriority w:val="99"/>
    <w:unhideWhenUsed/>
    <w:rsid w:val="00AF610B"/>
    <w:rPr>
      <w:vertAlign w:val="superscript"/>
    </w:rPr>
  </w:style>
  <w:style w:type="paragraph" w:styleId="23">
    <w:name w:val="Body Text 2"/>
    <w:basedOn w:val="a"/>
    <w:link w:val="24"/>
    <w:uiPriority w:val="99"/>
    <w:unhideWhenUsed/>
    <w:rsid w:val="00C31325"/>
    <w:pPr>
      <w:spacing w:after="120" w:line="480" w:lineRule="auto"/>
    </w:pPr>
    <w:rPr>
      <w:sz w:val="28"/>
      <w:szCs w:val="28"/>
    </w:rPr>
  </w:style>
  <w:style w:type="character" w:customStyle="1" w:styleId="24">
    <w:name w:val="Основной текст 2 Знак"/>
    <w:link w:val="23"/>
    <w:uiPriority w:val="99"/>
    <w:rsid w:val="00C31325"/>
    <w:rPr>
      <w:sz w:val="28"/>
      <w:szCs w:val="28"/>
    </w:rPr>
  </w:style>
  <w:style w:type="paragraph" w:customStyle="1" w:styleId="16">
    <w:name w:val="Основной текст1"/>
    <w:basedOn w:val="a"/>
    <w:rsid w:val="00517415"/>
    <w:pPr>
      <w:widowControl w:val="0"/>
      <w:spacing w:line="259" w:lineRule="auto"/>
      <w:ind w:firstLine="400"/>
    </w:pPr>
    <w:rPr>
      <w:color w:val="000000"/>
      <w:sz w:val="26"/>
      <w:szCs w:val="26"/>
      <w:lang w:bidi="ru-RU"/>
    </w:rPr>
  </w:style>
  <w:style w:type="character" w:customStyle="1" w:styleId="af2">
    <w:name w:val="Абзац списка Знак"/>
    <w:link w:val="af1"/>
    <w:uiPriority w:val="34"/>
    <w:locked/>
    <w:rsid w:val="005174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12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2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5;&#1090;&#1086;&#1085;&#1080;&#1085;&#1072;\Desktop\&#1047;&#1072;&#1075;&#1088;&#1091;&#1079;&#1082;&#1080;\&#1087;&#1086;&#1089;&#1090;\34&#108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5401A-4B27-44BD-8BDF-048FB5AE0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34п</Template>
  <TotalTime>470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>дом</Company>
  <LinksUpToDate>false</LinksUpToDate>
  <CharactersWithSpaces>1809</CharactersWithSpaces>
  <SharedDoc>false</SharedDoc>
  <HLinks>
    <vt:vector size="30" baseType="variant">
      <vt:variant>
        <vt:i4>851996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consultantplus://offline/main?base=RLAW906;n=40651;fld=134;dst=100254</vt:lpwstr>
      </vt:variant>
      <vt:variant>
        <vt:lpwstr/>
      </vt:variant>
      <vt:variant>
        <vt:i4>720961</vt:i4>
      </vt:variant>
      <vt:variant>
        <vt:i4>9</vt:i4>
      </vt:variant>
      <vt:variant>
        <vt:i4>0</vt:i4>
      </vt:variant>
      <vt:variant>
        <vt:i4>5</vt:i4>
      </vt:variant>
      <vt:variant>
        <vt:lpwstr>http://www.pgu-yamal.ru/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7077949</vt:i4>
      </vt:variant>
      <vt:variant>
        <vt:i4>3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1114142</vt:i4>
      </vt:variant>
      <vt:variant>
        <vt:i4>0</vt:i4>
      </vt:variant>
      <vt:variant>
        <vt:i4>0</vt:i4>
      </vt:variant>
      <vt:variant>
        <vt:i4>5</vt:i4>
      </vt:variant>
      <vt:variant>
        <vt:lpwstr>http://www.ratta.ru/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creator>Антонина</dc:creator>
  <cp:lastModifiedBy>Третьякова Ирина Витальевна</cp:lastModifiedBy>
  <cp:revision>30</cp:revision>
  <cp:lastPrinted>2022-02-07T02:22:00Z</cp:lastPrinted>
  <dcterms:created xsi:type="dcterms:W3CDTF">2019-03-20T07:04:00Z</dcterms:created>
  <dcterms:modified xsi:type="dcterms:W3CDTF">2022-02-07T02:22:00Z</dcterms:modified>
</cp:coreProperties>
</file>