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F0F" w:rsidRPr="001B7195" w:rsidRDefault="00690747" w:rsidP="006308DB">
      <w:pPr>
        <w:pStyle w:val="2"/>
        <w:keepNext w:val="0"/>
        <w:widowControl w:val="0"/>
        <w:contextualSpacing/>
        <w:rPr>
          <w:b/>
          <w:bCs/>
          <w:spacing w:val="20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5BEAD73" wp14:editId="6F10D4FD">
            <wp:simplePos x="0" y="0"/>
            <wp:positionH relativeFrom="column">
              <wp:posOffset>2781300</wp:posOffset>
            </wp:positionH>
            <wp:positionV relativeFrom="page">
              <wp:posOffset>374650</wp:posOffset>
            </wp:positionV>
            <wp:extent cx="596265" cy="742950"/>
            <wp:effectExtent l="19050" t="0" r="0" b="0"/>
            <wp:wrapNone/>
            <wp:docPr id="2" name="Рисунок 2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7shtrih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95F0F" w:rsidRPr="001B7195" w:rsidRDefault="00895F0F" w:rsidP="006308DB">
      <w:pPr>
        <w:pStyle w:val="2"/>
        <w:keepNext w:val="0"/>
        <w:widowControl w:val="0"/>
        <w:contextualSpacing/>
        <w:rPr>
          <w:b/>
          <w:bCs/>
          <w:spacing w:val="20"/>
          <w:sz w:val="26"/>
          <w:szCs w:val="26"/>
        </w:rPr>
      </w:pPr>
    </w:p>
    <w:p w:rsidR="00895F0F" w:rsidRPr="00690747" w:rsidRDefault="00895F0F" w:rsidP="006308DB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Cs w:val="16"/>
          <w:lang w:eastAsia="ru-RU"/>
        </w:rPr>
      </w:pPr>
    </w:p>
    <w:p w:rsidR="00C71303" w:rsidRPr="006D1D56" w:rsidRDefault="00895F0F" w:rsidP="006308DB">
      <w:pPr>
        <w:pStyle w:val="2"/>
        <w:keepNext w:val="0"/>
        <w:widowControl w:val="0"/>
        <w:contextualSpacing/>
        <w:rPr>
          <w:b/>
          <w:bCs/>
          <w:spacing w:val="32"/>
          <w:sz w:val="28"/>
          <w:szCs w:val="28"/>
        </w:rPr>
      </w:pPr>
      <w:r w:rsidRPr="006D1D56">
        <w:rPr>
          <w:b/>
          <w:bCs/>
          <w:spacing w:val="32"/>
          <w:sz w:val="28"/>
          <w:szCs w:val="28"/>
        </w:rPr>
        <w:t>АДМИНИСТРАЦИЯ</w:t>
      </w:r>
    </w:p>
    <w:p w:rsidR="0094795F" w:rsidRPr="001B7195" w:rsidRDefault="0094795F" w:rsidP="006308DB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6"/>
          <w:lang w:eastAsia="ru-RU"/>
        </w:rPr>
      </w:pPr>
    </w:p>
    <w:p w:rsidR="00895F0F" w:rsidRPr="006D1D56" w:rsidRDefault="00DC6CF9" w:rsidP="006308DB">
      <w:pPr>
        <w:pStyle w:val="2"/>
        <w:keepNext w:val="0"/>
        <w:widowControl w:val="0"/>
        <w:contextualSpacing/>
        <w:rPr>
          <w:b/>
          <w:bCs/>
          <w:spacing w:val="26"/>
          <w:sz w:val="28"/>
          <w:szCs w:val="28"/>
        </w:rPr>
      </w:pPr>
      <w:r>
        <w:rPr>
          <w:b/>
          <w:bCs/>
          <w:spacing w:val="26"/>
          <w:sz w:val="28"/>
          <w:szCs w:val="28"/>
        </w:rPr>
        <w:t xml:space="preserve">АРТЕМОВСКОГО </w:t>
      </w:r>
      <w:r w:rsidR="00895F0F" w:rsidRPr="006D1D56">
        <w:rPr>
          <w:b/>
          <w:bCs/>
          <w:spacing w:val="26"/>
          <w:sz w:val="28"/>
          <w:szCs w:val="28"/>
        </w:rPr>
        <w:t>ГОРОДСКОГО ОКРУГА</w:t>
      </w:r>
    </w:p>
    <w:p w:rsidR="0094795F" w:rsidRPr="001B7195" w:rsidRDefault="0094795F" w:rsidP="006308DB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6"/>
          <w:lang w:eastAsia="ru-RU"/>
        </w:rPr>
      </w:pPr>
    </w:p>
    <w:p w:rsidR="00895F0F" w:rsidRPr="006D1D56" w:rsidRDefault="000074AA" w:rsidP="006308DB">
      <w:pPr>
        <w:pStyle w:val="3"/>
        <w:keepNext w:val="0"/>
        <w:widowControl w:val="0"/>
        <w:spacing w:line="240" w:lineRule="auto"/>
        <w:contextualSpacing/>
        <w:rPr>
          <w:b w:val="0"/>
          <w:bCs/>
          <w:spacing w:val="40"/>
          <w:sz w:val="28"/>
          <w:szCs w:val="28"/>
        </w:rPr>
      </w:pPr>
      <w:r>
        <w:rPr>
          <w:b w:val="0"/>
          <w:bCs/>
          <w:spacing w:val="40"/>
          <w:sz w:val="28"/>
          <w:szCs w:val="28"/>
        </w:rPr>
        <w:t>ПОСТАНОВЛЕНИЕ</w:t>
      </w:r>
    </w:p>
    <w:p w:rsidR="0094795F" w:rsidRPr="001B7195" w:rsidRDefault="0094795F" w:rsidP="006308DB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6"/>
          <w:lang w:eastAsia="ru-RU"/>
        </w:rPr>
      </w:pPr>
    </w:p>
    <w:p w:rsidR="009E450E" w:rsidRPr="009E450E" w:rsidRDefault="009E450E" w:rsidP="009E450E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pacing w:val="40"/>
          <w:sz w:val="28"/>
          <w:szCs w:val="28"/>
        </w:rPr>
      </w:pPr>
      <w:r w:rsidRPr="009E450E">
        <w:rPr>
          <w:rFonts w:ascii="Times New Roman" w:hAnsi="Times New Roman"/>
          <w:sz w:val="28"/>
          <w:szCs w:val="28"/>
        </w:rPr>
        <w:t xml:space="preserve">… … … …                                      </w:t>
      </w:r>
      <w:r w:rsidRPr="009E450E">
        <w:rPr>
          <w:rFonts w:ascii="Times New Roman" w:hAnsi="Times New Roman"/>
          <w:sz w:val="28"/>
          <w:szCs w:val="28"/>
        </w:rPr>
        <w:tab/>
      </w:r>
      <w:r w:rsidRPr="009E450E">
        <w:rPr>
          <w:rFonts w:ascii="Times New Roman" w:hAnsi="Times New Roman"/>
          <w:sz w:val="24"/>
          <w:szCs w:val="24"/>
        </w:rPr>
        <w:t>г.  А р т е м</w:t>
      </w:r>
      <w:r w:rsidRPr="009E450E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9E450E">
        <w:rPr>
          <w:rFonts w:ascii="Times New Roman" w:hAnsi="Times New Roman"/>
          <w:spacing w:val="40"/>
          <w:sz w:val="28"/>
          <w:szCs w:val="28"/>
        </w:rPr>
        <w:tab/>
        <w:t xml:space="preserve">           </w:t>
      </w:r>
      <w:r w:rsidRPr="009E450E">
        <w:rPr>
          <w:rFonts w:ascii="Times New Roman" w:hAnsi="Times New Roman"/>
          <w:spacing w:val="40"/>
          <w:sz w:val="28"/>
          <w:szCs w:val="28"/>
        </w:rPr>
        <w:tab/>
      </w:r>
      <w:r w:rsidRPr="009E450E">
        <w:rPr>
          <w:rFonts w:ascii="Times New Roman" w:hAnsi="Times New Roman"/>
          <w:spacing w:val="40"/>
          <w:sz w:val="28"/>
          <w:szCs w:val="28"/>
        </w:rPr>
        <w:tab/>
        <w:t>№ … … …</w:t>
      </w:r>
    </w:p>
    <w:p w:rsidR="00895F0F" w:rsidRPr="001B7195" w:rsidRDefault="00895F0F" w:rsidP="006308DB">
      <w:pPr>
        <w:widowControl w:val="0"/>
        <w:spacing w:after="0" w:line="480" w:lineRule="auto"/>
        <w:contextualSpacing/>
        <w:rPr>
          <w:rFonts w:ascii="Times New Roman" w:hAnsi="Times New Roman"/>
          <w:spacing w:val="40"/>
          <w:sz w:val="28"/>
          <w:szCs w:val="28"/>
        </w:rPr>
      </w:pPr>
    </w:p>
    <w:p w:rsidR="009F35B9" w:rsidRPr="007275EB" w:rsidRDefault="000074AA" w:rsidP="0075224C">
      <w:pPr>
        <w:widowControl w:val="0"/>
        <w:tabs>
          <w:tab w:val="left" w:pos="6237"/>
          <w:tab w:val="left" w:pos="6804"/>
          <w:tab w:val="left" w:pos="6946"/>
        </w:tabs>
        <w:autoSpaceDE w:val="0"/>
        <w:autoSpaceDN w:val="0"/>
        <w:adjustRightInd w:val="0"/>
        <w:spacing w:after="0" w:line="240" w:lineRule="auto"/>
        <w:ind w:right="2351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074AA">
        <w:rPr>
          <w:rFonts w:ascii="Times New Roman" w:hAnsi="Times New Roman"/>
          <w:bCs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>
        <w:rPr>
          <w:rFonts w:ascii="Times New Roman" w:hAnsi="Times New Roman"/>
          <w:bCs/>
          <w:sz w:val="28"/>
          <w:szCs w:val="28"/>
        </w:rPr>
        <w:t>«</w:t>
      </w:r>
      <w:r w:rsidRPr="000074AA">
        <w:rPr>
          <w:rFonts w:ascii="Times New Roman" w:hAnsi="Times New Roman"/>
          <w:bCs/>
          <w:sz w:val="28"/>
          <w:szCs w:val="28"/>
        </w:rPr>
        <w:t xml:space="preserve">Предоставление информации </w:t>
      </w:r>
      <w:r>
        <w:rPr>
          <w:rFonts w:ascii="Times New Roman" w:hAnsi="Times New Roman"/>
          <w:bCs/>
          <w:sz w:val="28"/>
          <w:szCs w:val="28"/>
        </w:rPr>
        <w:t>об объектах учета, содержащейся в реестре муниципального имущества»</w:t>
      </w:r>
    </w:p>
    <w:p w:rsidR="004940E8" w:rsidRPr="001B7195" w:rsidRDefault="004940E8" w:rsidP="006308DB">
      <w:pPr>
        <w:widowControl w:val="0"/>
        <w:spacing w:after="0" w:line="480" w:lineRule="auto"/>
        <w:contextualSpacing/>
        <w:rPr>
          <w:rFonts w:ascii="Times New Roman" w:hAnsi="Times New Roman"/>
          <w:spacing w:val="40"/>
          <w:sz w:val="26"/>
          <w:szCs w:val="26"/>
        </w:rPr>
      </w:pPr>
    </w:p>
    <w:p w:rsidR="00E96E6D" w:rsidRDefault="00E96E6D" w:rsidP="00E96E6D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96E6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</w:t>
      </w:r>
      <w:r w:rsidRPr="00E96E6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Федеральным </w:t>
      </w:r>
      <w:hyperlink r:id="rId9" w:history="1">
        <w:r w:rsidRPr="00E96E6D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законом</w:t>
        </w:r>
      </w:hyperlink>
      <w:r w:rsidRPr="00E96E6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от 27.07.2010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№</w:t>
      </w:r>
      <w:r w:rsidRPr="00E96E6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210-ФЗ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«</w:t>
      </w:r>
      <w:r w:rsidRPr="00E96E6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»</w:t>
      </w:r>
      <w:r w:rsidRPr="00E96E6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0349F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</w:t>
      </w:r>
      <w:r w:rsidR="000349FA" w:rsidRPr="000349F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исьм</w:t>
      </w:r>
      <w:r w:rsidR="00C622D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ом</w:t>
      </w:r>
      <w:r w:rsidR="000349FA" w:rsidRPr="000349F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Росимущества от 22.11.2022 </w:t>
      </w:r>
      <w:r w:rsidR="000349F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№</w:t>
      </w:r>
      <w:r w:rsidR="000349FA" w:rsidRPr="000349F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РШ-18/50864 </w:t>
      </w:r>
      <w:r w:rsidR="000349F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«</w:t>
      </w:r>
      <w:r w:rsidR="000349FA" w:rsidRPr="000349F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 направлении Типового регламента государственной (муниципальной) услуги</w:t>
      </w:r>
      <w:r w:rsidR="000349F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»,</w:t>
      </w:r>
      <w:r w:rsidRPr="00E96E6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0349F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постановлени</w:t>
      </w:r>
      <w:r w:rsidR="000349F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я</w:t>
      </w:r>
      <w:r w:rsidRPr="000349F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администрации Артемовского городского округа от 18.05.2022 № 316-па «О Порядке разработки и утверждения административных регламентов предоставления муниципальных услуг»,</w:t>
      </w:r>
      <w:r w:rsidRPr="00E96E6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руководствуясь </w:t>
      </w:r>
      <w:hyperlink r:id="rId10" w:history="1">
        <w:r w:rsidRPr="00E96E6D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Уставом</w:t>
        </w:r>
      </w:hyperlink>
      <w:r w:rsidRPr="00E96E6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Артемовского городского округа, администрация Артемовского городского округа </w:t>
      </w:r>
    </w:p>
    <w:p w:rsidR="00E96E6D" w:rsidRDefault="00E96E6D" w:rsidP="00E96E6D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E96E6D" w:rsidRPr="00E96E6D" w:rsidRDefault="00E96E6D" w:rsidP="00E96E6D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ПОСТАНОВЛЯЕТ</w:t>
      </w:r>
      <w:r w:rsidRPr="00E96E6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:</w:t>
      </w:r>
    </w:p>
    <w:p w:rsidR="005C0EDF" w:rsidRPr="001B7195" w:rsidRDefault="005C0EDF" w:rsidP="006308D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96E6D" w:rsidRPr="00E96E6D" w:rsidRDefault="00E96E6D" w:rsidP="00E96E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96E6D"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Pr="00E96E6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Утвердить административный </w:t>
      </w:r>
      <w:hyperlink r:id="rId11" w:history="1">
        <w:r w:rsidRPr="00E96E6D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регламент</w:t>
        </w:r>
      </w:hyperlink>
      <w:r w:rsidRPr="00E96E6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предоставления муниципальной услуги </w:t>
      </w:r>
      <w:r w:rsidR="000349F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«</w:t>
      </w:r>
      <w:r w:rsidRPr="00E96E6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Предоставление информации </w:t>
      </w:r>
      <w:r w:rsidR="000349F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об объектах учета, содержащейся в реестре</w:t>
      </w:r>
      <w:r w:rsidRPr="00E96E6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муниципального имущества</w:t>
      </w:r>
      <w:r w:rsidR="000349F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»</w:t>
      </w:r>
      <w:r w:rsidRPr="00E96E6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(прилагается).</w:t>
      </w:r>
    </w:p>
    <w:p w:rsidR="00E00AAC" w:rsidRDefault="00E96E6D" w:rsidP="00E96E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96E6D"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Pr="00E96E6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Признать утратившим силу</w:t>
      </w:r>
      <w:r w:rsidR="00E00A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:</w:t>
      </w:r>
    </w:p>
    <w:p w:rsidR="00E96E6D" w:rsidRDefault="00E96E6D" w:rsidP="00E96E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96E6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постановление администрации Артемовского городского округа от 26.06.2018 </w:t>
      </w:r>
      <w:r w:rsidR="000349F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№</w:t>
      </w:r>
      <w:r w:rsidRPr="00E96E6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574-па «Об утверждении Административного регламента предоставления муниципальной услуги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«</w:t>
      </w:r>
      <w:r w:rsidRPr="00E96E6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Предоставление информации из ре</w:t>
      </w:r>
      <w:r w:rsidR="00E00A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естра муниципального имущества»;</w:t>
      </w:r>
    </w:p>
    <w:p w:rsidR="00E00AAC" w:rsidRDefault="00D37B61" w:rsidP="00E96E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пункт </w:t>
      </w:r>
      <w:r w:rsidR="004B45A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 подпункты 2.1</w:t>
      </w:r>
      <w:bookmarkStart w:id="0" w:name="_GoBack"/>
      <w:bookmarkEnd w:id="0"/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-2.4</w:t>
      </w:r>
      <w:r w:rsidR="004B45A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</w:t>
      </w:r>
      <w:r w:rsidR="00E00AAC" w:rsidRPr="00E00A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остановлени</w:t>
      </w:r>
      <w:r w:rsidR="004B45A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я</w:t>
      </w:r>
      <w:r w:rsidR="00E00AAC" w:rsidRPr="00E00A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администрации Артемовского городского округа от 28.12.2018 </w:t>
      </w:r>
      <w:r w:rsidR="004B45A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№</w:t>
      </w:r>
      <w:r w:rsidR="00E00AAC" w:rsidRPr="00E00A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1094-па </w:t>
      </w:r>
      <w:r w:rsidR="004B45A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«</w:t>
      </w:r>
      <w:r w:rsidR="00E00AAC" w:rsidRPr="00E00A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 внесении изменений в некоторые административные регламенты предоставления муниципальных услуг</w:t>
      </w:r>
      <w:r w:rsidR="004B45A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Артемовском городском округе»;</w:t>
      </w:r>
    </w:p>
    <w:p w:rsidR="00E00AAC" w:rsidRDefault="00E00AAC" w:rsidP="00E96E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00A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Постановление администрации Артемовского городского округа от 15.07.2019 </w:t>
      </w:r>
      <w:r w:rsidR="004B45A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№</w:t>
      </w:r>
      <w:r w:rsidRPr="00E00A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1211-па </w:t>
      </w:r>
      <w:r w:rsidR="004B45A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«</w:t>
      </w:r>
      <w:r w:rsidRPr="00E00A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 внесении изменений в постановление администрации Артемовского городского округа от 26.06.2018 </w:t>
      </w:r>
      <w:r w:rsidR="004B45A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№</w:t>
      </w:r>
      <w:r w:rsidRPr="00E00A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574-па </w:t>
      </w:r>
      <w:r w:rsidR="004B45A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«</w:t>
      </w:r>
      <w:r w:rsidRPr="00E00A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4B45A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«</w:t>
      </w:r>
      <w:r w:rsidRPr="00E00A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Предоставление информации из реестра муниципального имущества</w:t>
      </w:r>
      <w:r w:rsidR="004B45A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»</w:t>
      </w:r>
      <w:r w:rsidRPr="00E00A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(в ред. 28.12.2018 </w:t>
      </w:r>
      <w:r w:rsidR="004B45A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№ 1094-па)».</w:t>
      </w:r>
    </w:p>
    <w:p w:rsidR="00E96E6D" w:rsidRPr="00E96E6D" w:rsidRDefault="00E96E6D" w:rsidP="00E96E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96E6D"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 w:rsidRPr="00E96E6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Опубликовать данное постановление в газете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«</w:t>
      </w:r>
      <w:r w:rsidRPr="00E96E6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Выбор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»</w:t>
      </w:r>
      <w:r w:rsidRPr="00E96E6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 разместить на официальном сайте Артемовского городского округа.</w:t>
      </w:r>
    </w:p>
    <w:p w:rsidR="00E96E6D" w:rsidRPr="00E96E6D" w:rsidRDefault="00AA66F7" w:rsidP="00E96E6D">
      <w:pPr>
        <w:widowControl w:val="0"/>
        <w:tabs>
          <w:tab w:val="left" w:pos="1332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96E6D">
        <w:rPr>
          <w:rFonts w:ascii="Times New Roman" w:hAnsi="Times New Roman"/>
          <w:color w:val="000000" w:themeColor="text1"/>
          <w:sz w:val="28"/>
          <w:szCs w:val="28"/>
        </w:rPr>
        <w:t xml:space="preserve"> 4.</w:t>
      </w:r>
      <w:r w:rsidR="00E96E6D" w:rsidRPr="00E96E6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96E6D" w:rsidRPr="00E96E6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Настоящее постановление вступает в силу со дня официального опубликования.</w:t>
      </w:r>
    </w:p>
    <w:p w:rsidR="00AA66F7" w:rsidRPr="00E96E6D" w:rsidRDefault="00AA66F7" w:rsidP="00E96E6D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96E6D">
        <w:rPr>
          <w:rFonts w:ascii="Times New Roman" w:hAnsi="Times New Roman"/>
          <w:color w:val="000000" w:themeColor="text1"/>
          <w:sz w:val="28"/>
          <w:szCs w:val="28"/>
        </w:rPr>
        <w:t xml:space="preserve">5. Контроль за исполнением данного </w:t>
      </w:r>
      <w:r w:rsidR="000349FA">
        <w:rPr>
          <w:rFonts w:ascii="Times New Roman" w:hAnsi="Times New Roman"/>
          <w:color w:val="000000" w:themeColor="text1"/>
          <w:sz w:val="28"/>
          <w:szCs w:val="28"/>
        </w:rPr>
        <w:t>постановления</w:t>
      </w:r>
      <w:r w:rsidRPr="00E96E6D">
        <w:rPr>
          <w:rFonts w:ascii="Times New Roman" w:hAnsi="Times New Roman"/>
          <w:color w:val="000000" w:themeColor="text1"/>
          <w:sz w:val="28"/>
          <w:szCs w:val="28"/>
        </w:rPr>
        <w:t xml:space="preserve"> возложить на заместителя главы администрации – начальника управления муниципальной собственности администрации Артемовского городского округа Железнову Н.С.</w:t>
      </w:r>
    </w:p>
    <w:p w:rsidR="006F5759" w:rsidRPr="00E96E6D" w:rsidRDefault="006F5759" w:rsidP="00E96E6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F5759" w:rsidRPr="009C44F5" w:rsidRDefault="006F5759" w:rsidP="006308D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6F5759" w:rsidRPr="009C44F5" w:rsidRDefault="006F5759" w:rsidP="006308D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431EA1" w:rsidRPr="009C44F5" w:rsidRDefault="009E450E" w:rsidP="006308D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6F5759" w:rsidRPr="009C44F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4F4B12">
        <w:rPr>
          <w:rFonts w:ascii="Times New Roman" w:hAnsi="Times New Roman"/>
          <w:sz w:val="28"/>
          <w:szCs w:val="28"/>
        </w:rPr>
        <w:t xml:space="preserve"> Артемовского городского округа</w:t>
      </w:r>
      <w:r w:rsidR="006F5759" w:rsidRPr="009C44F5">
        <w:rPr>
          <w:rFonts w:ascii="Times New Roman" w:hAnsi="Times New Roman"/>
          <w:sz w:val="28"/>
          <w:szCs w:val="28"/>
        </w:rPr>
        <w:t xml:space="preserve">  </w:t>
      </w:r>
      <w:r w:rsidR="00D269F2">
        <w:rPr>
          <w:rFonts w:ascii="Times New Roman" w:hAnsi="Times New Roman"/>
          <w:sz w:val="28"/>
          <w:szCs w:val="28"/>
        </w:rPr>
        <w:t xml:space="preserve">    </w:t>
      </w:r>
      <w:r w:rsidR="006A157A">
        <w:rPr>
          <w:rFonts w:ascii="Times New Roman" w:hAnsi="Times New Roman"/>
          <w:sz w:val="28"/>
          <w:szCs w:val="28"/>
        </w:rPr>
        <w:t xml:space="preserve">         </w:t>
      </w:r>
      <w:r w:rsidR="00D269F2">
        <w:rPr>
          <w:rFonts w:ascii="Times New Roman" w:hAnsi="Times New Roman"/>
          <w:sz w:val="28"/>
          <w:szCs w:val="28"/>
        </w:rPr>
        <w:t xml:space="preserve">  </w:t>
      </w:r>
      <w:r w:rsidR="006A157A">
        <w:rPr>
          <w:rFonts w:ascii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DD2AE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6A157A">
        <w:rPr>
          <w:rFonts w:ascii="Times New Roman" w:hAnsi="Times New Roman"/>
          <w:sz w:val="28"/>
          <w:szCs w:val="28"/>
        </w:rPr>
        <w:t xml:space="preserve">     </w:t>
      </w:r>
      <w:r w:rsidR="00964FB0" w:rsidRPr="009C44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В.В. Квон</w:t>
      </w:r>
    </w:p>
    <w:sectPr w:rsidR="00431EA1" w:rsidRPr="009C44F5" w:rsidSect="00360690">
      <w:headerReference w:type="default" r:id="rId12"/>
      <w:pgSz w:w="11906" w:h="16838"/>
      <w:pgMar w:top="1134" w:right="624" w:bottom="851" w:left="156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6E5" w:rsidRDefault="002F16E5" w:rsidP="00B15E3A">
      <w:pPr>
        <w:spacing w:after="0" w:line="240" w:lineRule="auto"/>
      </w:pPr>
      <w:r>
        <w:separator/>
      </w:r>
    </w:p>
  </w:endnote>
  <w:endnote w:type="continuationSeparator" w:id="0">
    <w:p w:rsidR="002F16E5" w:rsidRDefault="002F16E5" w:rsidP="00B15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6E5" w:rsidRDefault="002F16E5" w:rsidP="00B15E3A">
      <w:pPr>
        <w:spacing w:after="0" w:line="240" w:lineRule="auto"/>
      </w:pPr>
      <w:r>
        <w:separator/>
      </w:r>
    </w:p>
  </w:footnote>
  <w:footnote w:type="continuationSeparator" w:id="0">
    <w:p w:rsidR="002F16E5" w:rsidRDefault="002F16E5" w:rsidP="00B15E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6E9" w:rsidRPr="00EC5260" w:rsidRDefault="00165744">
    <w:pPr>
      <w:pStyle w:val="a6"/>
      <w:jc w:val="center"/>
      <w:rPr>
        <w:rFonts w:ascii="Times New Roman" w:hAnsi="Times New Roman"/>
        <w:sz w:val="28"/>
        <w:szCs w:val="28"/>
      </w:rPr>
    </w:pPr>
    <w:r w:rsidRPr="00EC5260">
      <w:rPr>
        <w:rFonts w:ascii="Times New Roman" w:hAnsi="Times New Roman"/>
        <w:sz w:val="28"/>
        <w:szCs w:val="28"/>
      </w:rPr>
      <w:fldChar w:fldCharType="begin"/>
    </w:r>
    <w:r w:rsidR="00414102" w:rsidRPr="00EC5260">
      <w:rPr>
        <w:rFonts w:ascii="Times New Roman" w:hAnsi="Times New Roman"/>
        <w:sz w:val="28"/>
        <w:szCs w:val="28"/>
      </w:rPr>
      <w:instrText xml:space="preserve"> PAGE   \* MERGEFORMAT </w:instrText>
    </w:r>
    <w:r w:rsidRPr="00EC5260">
      <w:rPr>
        <w:rFonts w:ascii="Times New Roman" w:hAnsi="Times New Roman"/>
        <w:sz w:val="28"/>
        <w:szCs w:val="28"/>
      </w:rPr>
      <w:fldChar w:fldCharType="separate"/>
    </w:r>
    <w:r w:rsidR="00D37B61">
      <w:rPr>
        <w:rFonts w:ascii="Times New Roman" w:hAnsi="Times New Roman"/>
        <w:noProof/>
        <w:sz w:val="28"/>
        <w:szCs w:val="28"/>
      </w:rPr>
      <w:t>2</w:t>
    </w:r>
    <w:r w:rsidRPr="00EC5260">
      <w:rPr>
        <w:rFonts w:ascii="Times New Roman" w:hAnsi="Times New Roman"/>
        <w:noProof/>
        <w:sz w:val="28"/>
        <w:szCs w:val="28"/>
      </w:rPr>
      <w:fldChar w:fldCharType="end"/>
    </w:r>
  </w:p>
  <w:p w:rsidR="006016E9" w:rsidRDefault="006016E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E7793"/>
    <w:multiLevelType w:val="hybridMultilevel"/>
    <w:tmpl w:val="69A2CEDC"/>
    <w:lvl w:ilvl="0" w:tplc="4746B488">
      <w:start w:val="1"/>
      <w:numFmt w:val="decimal"/>
      <w:lvlText w:val="%1."/>
      <w:lvlJc w:val="left"/>
      <w:pPr>
        <w:ind w:left="90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ttachedTemplate r:id="rId1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BD8"/>
    <w:rsid w:val="00002601"/>
    <w:rsid w:val="00006EEC"/>
    <w:rsid w:val="000074AA"/>
    <w:rsid w:val="0000778B"/>
    <w:rsid w:val="000119C0"/>
    <w:rsid w:val="00013769"/>
    <w:rsid w:val="00026A13"/>
    <w:rsid w:val="000327E2"/>
    <w:rsid w:val="00033CE6"/>
    <w:rsid w:val="000349FA"/>
    <w:rsid w:val="00051064"/>
    <w:rsid w:val="000567BD"/>
    <w:rsid w:val="0005724A"/>
    <w:rsid w:val="000615F6"/>
    <w:rsid w:val="00064097"/>
    <w:rsid w:val="00066D31"/>
    <w:rsid w:val="00067BD1"/>
    <w:rsid w:val="0007307A"/>
    <w:rsid w:val="00073214"/>
    <w:rsid w:val="00074B4B"/>
    <w:rsid w:val="0007569B"/>
    <w:rsid w:val="00077F10"/>
    <w:rsid w:val="000838DD"/>
    <w:rsid w:val="0008391F"/>
    <w:rsid w:val="000977AD"/>
    <w:rsid w:val="00097A0E"/>
    <w:rsid w:val="000A5708"/>
    <w:rsid w:val="000A7EC5"/>
    <w:rsid w:val="000B10D4"/>
    <w:rsid w:val="000B335C"/>
    <w:rsid w:val="000B337C"/>
    <w:rsid w:val="000B4668"/>
    <w:rsid w:val="000B6BE2"/>
    <w:rsid w:val="000B6E94"/>
    <w:rsid w:val="000C25E4"/>
    <w:rsid w:val="000C6819"/>
    <w:rsid w:val="000C728F"/>
    <w:rsid w:val="000F064B"/>
    <w:rsid w:val="000F5FA0"/>
    <w:rsid w:val="00100E2C"/>
    <w:rsid w:val="001050DC"/>
    <w:rsid w:val="001069F2"/>
    <w:rsid w:val="00110614"/>
    <w:rsid w:val="00121D29"/>
    <w:rsid w:val="00125CE7"/>
    <w:rsid w:val="00146542"/>
    <w:rsid w:val="001554AE"/>
    <w:rsid w:val="00163EBD"/>
    <w:rsid w:val="0016448F"/>
    <w:rsid w:val="00165744"/>
    <w:rsid w:val="00181D75"/>
    <w:rsid w:val="00186CBC"/>
    <w:rsid w:val="001910C6"/>
    <w:rsid w:val="00196576"/>
    <w:rsid w:val="001A2A71"/>
    <w:rsid w:val="001A3B31"/>
    <w:rsid w:val="001A3C46"/>
    <w:rsid w:val="001A4A65"/>
    <w:rsid w:val="001A564E"/>
    <w:rsid w:val="001B236F"/>
    <w:rsid w:val="001B7195"/>
    <w:rsid w:val="001C2F46"/>
    <w:rsid w:val="001C58C1"/>
    <w:rsid w:val="001D54B9"/>
    <w:rsid w:val="001D587E"/>
    <w:rsid w:val="001D6C0E"/>
    <w:rsid w:val="001E05C8"/>
    <w:rsid w:val="001E493D"/>
    <w:rsid w:val="001E551D"/>
    <w:rsid w:val="001E5D02"/>
    <w:rsid w:val="001E5F6B"/>
    <w:rsid w:val="001E7474"/>
    <w:rsid w:val="001F3E24"/>
    <w:rsid w:val="00200F09"/>
    <w:rsid w:val="00206FD8"/>
    <w:rsid w:val="002109AA"/>
    <w:rsid w:val="002111D0"/>
    <w:rsid w:val="002133DA"/>
    <w:rsid w:val="0021772A"/>
    <w:rsid w:val="00221361"/>
    <w:rsid w:val="00221440"/>
    <w:rsid w:val="00222FBB"/>
    <w:rsid w:val="00224E12"/>
    <w:rsid w:val="0023387B"/>
    <w:rsid w:val="00235BD8"/>
    <w:rsid w:val="00243800"/>
    <w:rsid w:val="002500B6"/>
    <w:rsid w:val="00254F9D"/>
    <w:rsid w:val="0025754B"/>
    <w:rsid w:val="00257D1E"/>
    <w:rsid w:val="002671BD"/>
    <w:rsid w:val="0029543D"/>
    <w:rsid w:val="002B0BFF"/>
    <w:rsid w:val="002B1289"/>
    <w:rsid w:val="002B21F9"/>
    <w:rsid w:val="002B2E00"/>
    <w:rsid w:val="002B7F78"/>
    <w:rsid w:val="002C1100"/>
    <w:rsid w:val="002C69ED"/>
    <w:rsid w:val="002D022A"/>
    <w:rsid w:val="002D0822"/>
    <w:rsid w:val="002D2A0B"/>
    <w:rsid w:val="002E50F8"/>
    <w:rsid w:val="002F16E5"/>
    <w:rsid w:val="002F1F9C"/>
    <w:rsid w:val="002F5B74"/>
    <w:rsid w:val="00300655"/>
    <w:rsid w:val="0030098C"/>
    <w:rsid w:val="00304C63"/>
    <w:rsid w:val="003053BC"/>
    <w:rsid w:val="00307D10"/>
    <w:rsid w:val="00316CB4"/>
    <w:rsid w:val="00320310"/>
    <w:rsid w:val="00325A6F"/>
    <w:rsid w:val="003363A8"/>
    <w:rsid w:val="00344BB1"/>
    <w:rsid w:val="003538F2"/>
    <w:rsid w:val="00355DEC"/>
    <w:rsid w:val="00360690"/>
    <w:rsid w:val="00362A1A"/>
    <w:rsid w:val="00363295"/>
    <w:rsid w:val="00365CCC"/>
    <w:rsid w:val="003825FF"/>
    <w:rsid w:val="0038276A"/>
    <w:rsid w:val="003852DB"/>
    <w:rsid w:val="00386FFA"/>
    <w:rsid w:val="00397D5B"/>
    <w:rsid w:val="003A19CE"/>
    <w:rsid w:val="003A5682"/>
    <w:rsid w:val="003A5E77"/>
    <w:rsid w:val="003A7423"/>
    <w:rsid w:val="003B2D18"/>
    <w:rsid w:val="003B402E"/>
    <w:rsid w:val="003C3D4E"/>
    <w:rsid w:val="003C426B"/>
    <w:rsid w:val="003D4C5C"/>
    <w:rsid w:val="003D7466"/>
    <w:rsid w:val="003E4866"/>
    <w:rsid w:val="003F0D25"/>
    <w:rsid w:val="003F0DD9"/>
    <w:rsid w:val="003F115A"/>
    <w:rsid w:val="003F30E8"/>
    <w:rsid w:val="003F3B01"/>
    <w:rsid w:val="003F60DC"/>
    <w:rsid w:val="00414102"/>
    <w:rsid w:val="004205F0"/>
    <w:rsid w:val="00427252"/>
    <w:rsid w:val="00427517"/>
    <w:rsid w:val="004317D7"/>
    <w:rsid w:val="00431EA1"/>
    <w:rsid w:val="004377DB"/>
    <w:rsid w:val="004400BA"/>
    <w:rsid w:val="0044754A"/>
    <w:rsid w:val="00452442"/>
    <w:rsid w:val="00452A91"/>
    <w:rsid w:val="004756DB"/>
    <w:rsid w:val="00475F5D"/>
    <w:rsid w:val="00476742"/>
    <w:rsid w:val="00480DD5"/>
    <w:rsid w:val="004825C7"/>
    <w:rsid w:val="00484BBA"/>
    <w:rsid w:val="00485F36"/>
    <w:rsid w:val="00486182"/>
    <w:rsid w:val="004905D2"/>
    <w:rsid w:val="00491114"/>
    <w:rsid w:val="00492904"/>
    <w:rsid w:val="004940E8"/>
    <w:rsid w:val="004B45AA"/>
    <w:rsid w:val="004B72E5"/>
    <w:rsid w:val="004C0DA6"/>
    <w:rsid w:val="004C0E05"/>
    <w:rsid w:val="004D147D"/>
    <w:rsid w:val="004D1DAA"/>
    <w:rsid w:val="004D7036"/>
    <w:rsid w:val="004E24C4"/>
    <w:rsid w:val="004E5C1F"/>
    <w:rsid w:val="004F33F5"/>
    <w:rsid w:val="004F4B12"/>
    <w:rsid w:val="004F643B"/>
    <w:rsid w:val="004F6BEA"/>
    <w:rsid w:val="004F764D"/>
    <w:rsid w:val="005027B1"/>
    <w:rsid w:val="005114BB"/>
    <w:rsid w:val="005149C4"/>
    <w:rsid w:val="0052415B"/>
    <w:rsid w:val="005256BF"/>
    <w:rsid w:val="0052608F"/>
    <w:rsid w:val="0053112F"/>
    <w:rsid w:val="00533556"/>
    <w:rsid w:val="005377AC"/>
    <w:rsid w:val="005503CD"/>
    <w:rsid w:val="00557A17"/>
    <w:rsid w:val="00560240"/>
    <w:rsid w:val="005602FA"/>
    <w:rsid w:val="00565E38"/>
    <w:rsid w:val="0056767A"/>
    <w:rsid w:val="00567775"/>
    <w:rsid w:val="00576A2D"/>
    <w:rsid w:val="00582074"/>
    <w:rsid w:val="005836F6"/>
    <w:rsid w:val="005970BF"/>
    <w:rsid w:val="00597E67"/>
    <w:rsid w:val="005A716A"/>
    <w:rsid w:val="005C0EDF"/>
    <w:rsid w:val="005C0EEB"/>
    <w:rsid w:val="005C649A"/>
    <w:rsid w:val="005C6ECA"/>
    <w:rsid w:val="005D44F5"/>
    <w:rsid w:val="005E737D"/>
    <w:rsid w:val="005F51D4"/>
    <w:rsid w:val="0060131F"/>
    <w:rsid w:val="006016E9"/>
    <w:rsid w:val="00615B48"/>
    <w:rsid w:val="00625F4F"/>
    <w:rsid w:val="006308DB"/>
    <w:rsid w:val="00633A58"/>
    <w:rsid w:val="00634F10"/>
    <w:rsid w:val="00645EDE"/>
    <w:rsid w:val="00654B14"/>
    <w:rsid w:val="00654EE0"/>
    <w:rsid w:val="00660248"/>
    <w:rsid w:val="00662E65"/>
    <w:rsid w:val="0066680A"/>
    <w:rsid w:val="0067214B"/>
    <w:rsid w:val="0068290E"/>
    <w:rsid w:val="0068364D"/>
    <w:rsid w:val="00683742"/>
    <w:rsid w:val="006839DE"/>
    <w:rsid w:val="00690747"/>
    <w:rsid w:val="006913D9"/>
    <w:rsid w:val="00691D4D"/>
    <w:rsid w:val="0069552E"/>
    <w:rsid w:val="00696F8A"/>
    <w:rsid w:val="00697BC8"/>
    <w:rsid w:val="006A098D"/>
    <w:rsid w:val="006A113F"/>
    <w:rsid w:val="006A157A"/>
    <w:rsid w:val="006B43D2"/>
    <w:rsid w:val="006B5D37"/>
    <w:rsid w:val="006C04CE"/>
    <w:rsid w:val="006C6010"/>
    <w:rsid w:val="006D1D56"/>
    <w:rsid w:val="006D6687"/>
    <w:rsid w:val="006E06B5"/>
    <w:rsid w:val="006E70F3"/>
    <w:rsid w:val="006E7B75"/>
    <w:rsid w:val="006F5759"/>
    <w:rsid w:val="0070443E"/>
    <w:rsid w:val="007049A1"/>
    <w:rsid w:val="00716DBC"/>
    <w:rsid w:val="007275EB"/>
    <w:rsid w:val="007315AB"/>
    <w:rsid w:val="00734988"/>
    <w:rsid w:val="00735718"/>
    <w:rsid w:val="00737496"/>
    <w:rsid w:val="007418CD"/>
    <w:rsid w:val="00746D21"/>
    <w:rsid w:val="0075224C"/>
    <w:rsid w:val="00752C23"/>
    <w:rsid w:val="00754400"/>
    <w:rsid w:val="0076577C"/>
    <w:rsid w:val="00772E47"/>
    <w:rsid w:val="007860E9"/>
    <w:rsid w:val="00786618"/>
    <w:rsid w:val="0079149E"/>
    <w:rsid w:val="007A494C"/>
    <w:rsid w:val="007A6975"/>
    <w:rsid w:val="007B019F"/>
    <w:rsid w:val="007B7457"/>
    <w:rsid w:val="007C2F2F"/>
    <w:rsid w:val="007C31B8"/>
    <w:rsid w:val="007C6C30"/>
    <w:rsid w:val="007C7183"/>
    <w:rsid w:val="007D100B"/>
    <w:rsid w:val="007D1C37"/>
    <w:rsid w:val="007D1D8B"/>
    <w:rsid w:val="007D3649"/>
    <w:rsid w:val="007D6B18"/>
    <w:rsid w:val="007E1F0B"/>
    <w:rsid w:val="007E4C50"/>
    <w:rsid w:val="007F30F5"/>
    <w:rsid w:val="007F3B69"/>
    <w:rsid w:val="0080032C"/>
    <w:rsid w:val="008166C1"/>
    <w:rsid w:val="00825283"/>
    <w:rsid w:val="00831638"/>
    <w:rsid w:val="00833747"/>
    <w:rsid w:val="008423B5"/>
    <w:rsid w:val="00842CD2"/>
    <w:rsid w:val="00842F8F"/>
    <w:rsid w:val="00851D83"/>
    <w:rsid w:val="00854A09"/>
    <w:rsid w:val="00856B97"/>
    <w:rsid w:val="00863817"/>
    <w:rsid w:val="0086596D"/>
    <w:rsid w:val="00876FAD"/>
    <w:rsid w:val="008827FD"/>
    <w:rsid w:val="00883D69"/>
    <w:rsid w:val="0089239A"/>
    <w:rsid w:val="00892DA6"/>
    <w:rsid w:val="00893297"/>
    <w:rsid w:val="008938DD"/>
    <w:rsid w:val="00895F0F"/>
    <w:rsid w:val="008A5EEA"/>
    <w:rsid w:val="008B1DA7"/>
    <w:rsid w:val="008B2342"/>
    <w:rsid w:val="008B4ACA"/>
    <w:rsid w:val="008C2D9E"/>
    <w:rsid w:val="008C3DD6"/>
    <w:rsid w:val="008D013A"/>
    <w:rsid w:val="008D23D0"/>
    <w:rsid w:val="008E0B7A"/>
    <w:rsid w:val="008E15B4"/>
    <w:rsid w:val="008F01F5"/>
    <w:rsid w:val="008F0A07"/>
    <w:rsid w:val="008F2C0A"/>
    <w:rsid w:val="008F3C27"/>
    <w:rsid w:val="00903128"/>
    <w:rsid w:val="00903AAA"/>
    <w:rsid w:val="009102A4"/>
    <w:rsid w:val="009128A3"/>
    <w:rsid w:val="009250A4"/>
    <w:rsid w:val="009262E4"/>
    <w:rsid w:val="009416A4"/>
    <w:rsid w:val="00943C42"/>
    <w:rsid w:val="00945CC1"/>
    <w:rsid w:val="0094795F"/>
    <w:rsid w:val="009630BD"/>
    <w:rsid w:val="00964FB0"/>
    <w:rsid w:val="009654C5"/>
    <w:rsid w:val="00965BB1"/>
    <w:rsid w:val="0096655D"/>
    <w:rsid w:val="00966670"/>
    <w:rsid w:val="0096758A"/>
    <w:rsid w:val="00975662"/>
    <w:rsid w:val="009814D8"/>
    <w:rsid w:val="00982422"/>
    <w:rsid w:val="009A04E6"/>
    <w:rsid w:val="009A2727"/>
    <w:rsid w:val="009A6501"/>
    <w:rsid w:val="009B15F5"/>
    <w:rsid w:val="009B26D7"/>
    <w:rsid w:val="009B50FA"/>
    <w:rsid w:val="009B5955"/>
    <w:rsid w:val="009B5F74"/>
    <w:rsid w:val="009B622D"/>
    <w:rsid w:val="009C44F5"/>
    <w:rsid w:val="009C49A2"/>
    <w:rsid w:val="009C6689"/>
    <w:rsid w:val="009C7C6E"/>
    <w:rsid w:val="009D05DF"/>
    <w:rsid w:val="009D2AB5"/>
    <w:rsid w:val="009E450E"/>
    <w:rsid w:val="009F35B9"/>
    <w:rsid w:val="009F56D2"/>
    <w:rsid w:val="009F77E6"/>
    <w:rsid w:val="00A1383C"/>
    <w:rsid w:val="00A14A8C"/>
    <w:rsid w:val="00A15A08"/>
    <w:rsid w:val="00A35E13"/>
    <w:rsid w:val="00A40FD1"/>
    <w:rsid w:val="00A4474C"/>
    <w:rsid w:val="00A522F4"/>
    <w:rsid w:val="00A5671D"/>
    <w:rsid w:val="00A571B0"/>
    <w:rsid w:val="00A65420"/>
    <w:rsid w:val="00A65F3F"/>
    <w:rsid w:val="00A67575"/>
    <w:rsid w:val="00A679F0"/>
    <w:rsid w:val="00A7278A"/>
    <w:rsid w:val="00A7529A"/>
    <w:rsid w:val="00A84BA3"/>
    <w:rsid w:val="00A964F4"/>
    <w:rsid w:val="00AA3570"/>
    <w:rsid w:val="00AA5923"/>
    <w:rsid w:val="00AA66F7"/>
    <w:rsid w:val="00AB2422"/>
    <w:rsid w:val="00AB7E08"/>
    <w:rsid w:val="00AC0451"/>
    <w:rsid w:val="00AC1358"/>
    <w:rsid w:val="00AC4058"/>
    <w:rsid w:val="00AC51AD"/>
    <w:rsid w:val="00AD549E"/>
    <w:rsid w:val="00AE24AE"/>
    <w:rsid w:val="00AE324C"/>
    <w:rsid w:val="00AE4659"/>
    <w:rsid w:val="00AE4A89"/>
    <w:rsid w:val="00AE7774"/>
    <w:rsid w:val="00AF0D81"/>
    <w:rsid w:val="00AF1DEA"/>
    <w:rsid w:val="00B01CF6"/>
    <w:rsid w:val="00B02B46"/>
    <w:rsid w:val="00B03002"/>
    <w:rsid w:val="00B06289"/>
    <w:rsid w:val="00B1015F"/>
    <w:rsid w:val="00B1105A"/>
    <w:rsid w:val="00B113FD"/>
    <w:rsid w:val="00B14FD1"/>
    <w:rsid w:val="00B15E3A"/>
    <w:rsid w:val="00B17C8D"/>
    <w:rsid w:val="00B202F0"/>
    <w:rsid w:val="00B2048B"/>
    <w:rsid w:val="00B303E5"/>
    <w:rsid w:val="00B30E0A"/>
    <w:rsid w:val="00B335CE"/>
    <w:rsid w:val="00B35D03"/>
    <w:rsid w:val="00B36CB0"/>
    <w:rsid w:val="00B40607"/>
    <w:rsid w:val="00B4612E"/>
    <w:rsid w:val="00B510AC"/>
    <w:rsid w:val="00B53069"/>
    <w:rsid w:val="00B54B8F"/>
    <w:rsid w:val="00B54C31"/>
    <w:rsid w:val="00B5509A"/>
    <w:rsid w:val="00B64C7B"/>
    <w:rsid w:val="00B662CB"/>
    <w:rsid w:val="00B6676F"/>
    <w:rsid w:val="00B71180"/>
    <w:rsid w:val="00B714A4"/>
    <w:rsid w:val="00B863A7"/>
    <w:rsid w:val="00B876B1"/>
    <w:rsid w:val="00B95817"/>
    <w:rsid w:val="00B962DB"/>
    <w:rsid w:val="00BA119C"/>
    <w:rsid w:val="00BA2211"/>
    <w:rsid w:val="00BB7364"/>
    <w:rsid w:val="00BC6F04"/>
    <w:rsid w:val="00BD5201"/>
    <w:rsid w:val="00BD5EDB"/>
    <w:rsid w:val="00BE31EF"/>
    <w:rsid w:val="00BF7FDA"/>
    <w:rsid w:val="00C03D0F"/>
    <w:rsid w:val="00C164D2"/>
    <w:rsid w:val="00C235D7"/>
    <w:rsid w:val="00C42882"/>
    <w:rsid w:val="00C438F9"/>
    <w:rsid w:val="00C55EC9"/>
    <w:rsid w:val="00C56B86"/>
    <w:rsid w:val="00C576B5"/>
    <w:rsid w:val="00C622D8"/>
    <w:rsid w:val="00C654BD"/>
    <w:rsid w:val="00C71303"/>
    <w:rsid w:val="00C7322D"/>
    <w:rsid w:val="00C75B3A"/>
    <w:rsid w:val="00C767EC"/>
    <w:rsid w:val="00C8297F"/>
    <w:rsid w:val="00C82F52"/>
    <w:rsid w:val="00C90741"/>
    <w:rsid w:val="00C92649"/>
    <w:rsid w:val="00C92824"/>
    <w:rsid w:val="00CA42A6"/>
    <w:rsid w:val="00CA523F"/>
    <w:rsid w:val="00CA54AE"/>
    <w:rsid w:val="00CB1BC3"/>
    <w:rsid w:val="00CB3884"/>
    <w:rsid w:val="00CB71F0"/>
    <w:rsid w:val="00CC684B"/>
    <w:rsid w:val="00CC6900"/>
    <w:rsid w:val="00CD5182"/>
    <w:rsid w:val="00CD7CCD"/>
    <w:rsid w:val="00CE11D7"/>
    <w:rsid w:val="00CE2972"/>
    <w:rsid w:val="00CE35A3"/>
    <w:rsid w:val="00CE6326"/>
    <w:rsid w:val="00CF08B6"/>
    <w:rsid w:val="00CF239F"/>
    <w:rsid w:val="00CF241F"/>
    <w:rsid w:val="00CF772E"/>
    <w:rsid w:val="00CF7CFE"/>
    <w:rsid w:val="00D00AA6"/>
    <w:rsid w:val="00D13E80"/>
    <w:rsid w:val="00D1734D"/>
    <w:rsid w:val="00D225DD"/>
    <w:rsid w:val="00D25F26"/>
    <w:rsid w:val="00D269F2"/>
    <w:rsid w:val="00D27398"/>
    <w:rsid w:val="00D338F6"/>
    <w:rsid w:val="00D33D4E"/>
    <w:rsid w:val="00D37B61"/>
    <w:rsid w:val="00D40D48"/>
    <w:rsid w:val="00D56898"/>
    <w:rsid w:val="00D60C43"/>
    <w:rsid w:val="00D764F7"/>
    <w:rsid w:val="00D77C08"/>
    <w:rsid w:val="00D829F9"/>
    <w:rsid w:val="00D84D4E"/>
    <w:rsid w:val="00D95DB8"/>
    <w:rsid w:val="00DA4CB2"/>
    <w:rsid w:val="00DA64D7"/>
    <w:rsid w:val="00DB5D2A"/>
    <w:rsid w:val="00DC6CF9"/>
    <w:rsid w:val="00DD2AE4"/>
    <w:rsid w:val="00DE13E9"/>
    <w:rsid w:val="00DE707C"/>
    <w:rsid w:val="00DE7D2D"/>
    <w:rsid w:val="00DF0025"/>
    <w:rsid w:val="00DF5F52"/>
    <w:rsid w:val="00DF7568"/>
    <w:rsid w:val="00E00AAC"/>
    <w:rsid w:val="00E0207F"/>
    <w:rsid w:val="00E05A3B"/>
    <w:rsid w:val="00E21C95"/>
    <w:rsid w:val="00E2714C"/>
    <w:rsid w:val="00E3486F"/>
    <w:rsid w:val="00E4505D"/>
    <w:rsid w:val="00E476C1"/>
    <w:rsid w:val="00E5035E"/>
    <w:rsid w:val="00E5288C"/>
    <w:rsid w:val="00E53B64"/>
    <w:rsid w:val="00E57289"/>
    <w:rsid w:val="00E61386"/>
    <w:rsid w:val="00E61787"/>
    <w:rsid w:val="00E61C65"/>
    <w:rsid w:val="00E8375E"/>
    <w:rsid w:val="00E94779"/>
    <w:rsid w:val="00E9553B"/>
    <w:rsid w:val="00E96E6D"/>
    <w:rsid w:val="00EB348D"/>
    <w:rsid w:val="00EB70EB"/>
    <w:rsid w:val="00EC0F31"/>
    <w:rsid w:val="00EC45B5"/>
    <w:rsid w:val="00EC487B"/>
    <w:rsid w:val="00EC5260"/>
    <w:rsid w:val="00EC5BC8"/>
    <w:rsid w:val="00EC61AA"/>
    <w:rsid w:val="00ED28A4"/>
    <w:rsid w:val="00ED3993"/>
    <w:rsid w:val="00EE2652"/>
    <w:rsid w:val="00EE616E"/>
    <w:rsid w:val="00EF2921"/>
    <w:rsid w:val="00EF44A0"/>
    <w:rsid w:val="00F1017A"/>
    <w:rsid w:val="00F1458B"/>
    <w:rsid w:val="00F14B71"/>
    <w:rsid w:val="00F1673B"/>
    <w:rsid w:val="00F17735"/>
    <w:rsid w:val="00F35498"/>
    <w:rsid w:val="00F35566"/>
    <w:rsid w:val="00F37768"/>
    <w:rsid w:val="00F40028"/>
    <w:rsid w:val="00F47AF5"/>
    <w:rsid w:val="00F67279"/>
    <w:rsid w:val="00F77440"/>
    <w:rsid w:val="00F86E33"/>
    <w:rsid w:val="00F9284B"/>
    <w:rsid w:val="00F941F2"/>
    <w:rsid w:val="00FA795F"/>
    <w:rsid w:val="00FA7E8E"/>
    <w:rsid w:val="00FB08C0"/>
    <w:rsid w:val="00FB1E98"/>
    <w:rsid w:val="00FB41DD"/>
    <w:rsid w:val="00FB6091"/>
    <w:rsid w:val="00FC13CE"/>
    <w:rsid w:val="00FC1A30"/>
    <w:rsid w:val="00FC3DE5"/>
    <w:rsid w:val="00FC4899"/>
    <w:rsid w:val="00FD4E20"/>
    <w:rsid w:val="00FD62E8"/>
    <w:rsid w:val="00FE0721"/>
    <w:rsid w:val="00FF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6A73ABE0-9FC4-43D6-AA52-5D0750087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FFA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86FF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3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86FFA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86FFA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30">
    <w:name w:val="Заголовок 3 Знак"/>
    <w:link w:val="3"/>
    <w:rsid w:val="00386FF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table" w:styleId="a3">
    <w:name w:val="Table Grid"/>
    <w:basedOn w:val="a1"/>
    <w:uiPriority w:val="59"/>
    <w:rsid w:val="00386F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9284B"/>
    <w:pPr>
      <w:ind w:left="720"/>
      <w:contextualSpacing/>
    </w:pPr>
  </w:style>
  <w:style w:type="paragraph" w:customStyle="1" w:styleId="ConsPlusNormal">
    <w:name w:val="ConsPlusNormal"/>
    <w:rsid w:val="0053112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highlighted">
    <w:name w:val="highlighted"/>
    <w:basedOn w:val="a0"/>
    <w:rsid w:val="005F51D4"/>
  </w:style>
  <w:style w:type="paragraph" w:customStyle="1" w:styleId="style7">
    <w:name w:val="style7"/>
    <w:basedOn w:val="a"/>
    <w:rsid w:val="00FB4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semiHidden/>
    <w:unhideWhenUsed/>
    <w:rsid w:val="00FB41DD"/>
    <w:rPr>
      <w:color w:val="0000FF"/>
      <w:u w:val="single"/>
    </w:rPr>
  </w:style>
  <w:style w:type="paragraph" w:customStyle="1" w:styleId="style10">
    <w:name w:val="style10"/>
    <w:basedOn w:val="a"/>
    <w:rsid w:val="00FB4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15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5E3A"/>
  </w:style>
  <w:style w:type="paragraph" w:styleId="a8">
    <w:name w:val="footer"/>
    <w:basedOn w:val="a"/>
    <w:link w:val="a9"/>
    <w:uiPriority w:val="99"/>
    <w:unhideWhenUsed/>
    <w:rsid w:val="00B15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15E3A"/>
  </w:style>
  <w:style w:type="character" w:styleId="aa">
    <w:name w:val="Strong"/>
    <w:uiPriority w:val="22"/>
    <w:qFormat/>
    <w:rsid w:val="00CE2972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EF29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EF29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7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9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4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20&amp;n=152748&amp;dst=10002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LAW020&amp;n=20548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80453&amp;dst=100094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73;&#1086;&#1095;&#1080;&#1081;%20&#1089;&#1090;&#1086;&#1083;\&#1052;&#1086;&#1085;&#1086;&#1075;&#1072;&#1088;&#1086;&#1074;&#1072;%20&#1088;&#1072;&#1073;&#1086;&#1095;&#1072;&#1103;\&#1056;&#1072;&#1089;&#1087;&#1086;&#1088;&#1103;&#1078;&#1077;&#1085;&#1080;&#1103;\&#1048;&#1079;&#1084;&#1077;&#1085;&#1077;&#1085;&#1080;&#1103;%20&#1074;%20&#1056;&#1072;&#1089;&#1087;&#1086;&#1088;&#1103;&#1078;&#1077;&#1085;&#1080;&#1077;%20&#1087;&#1086;%20&#1089;&#1082;&#1077;&#1081;&#1090;%20&#1087;&#1072;&#1088;&#1082;&#1091;,%20&#1072;&#1083;&#1083;&#1077;&#1080;%20&#1079;&#1076;&#1086;&#1088;&#1086;&#1074;&#1100;&#1103;,%20&#1087;&#1077;&#1088;&#1077;&#1076;&#1072;&#1095;&#1072;%20&#1074;%20&#1059;&#1041;\&#1054;&#1073;&#1088;&#1072;&#1079;&#1077;&#1094;%20&#1088;&#1072;&#1089;&#1087;&#1086;&#1088;&#1103;&#1078;&#1077;&#1085;&#1080;&#1103;%20&#1072;&#1076;&#1084;&#1080;&#1085;&#1080;&#1089;&#1090;&#1088;&#1072;&#1094;&#1080;&#1080;+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744F0D-E7BD-4324-9AFD-989E4435F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Образец распоряжения администрации+.dot</Template>
  <TotalTime>725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Санжаровская Елена Николаевна</dc:creator>
  <cp:keywords/>
  <dc:description/>
  <cp:lastModifiedBy>Кащенко Евгения Анатольевна</cp:lastModifiedBy>
  <cp:revision>52</cp:revision>
  <cp:lastPrinted>2024-12-24T23:31:00Z</cp:lastPrinted>
  <dcterms:created xsi:type="dcterms:W3CDTF">2021-11-12T01:55:00Z</dcterms:created>
  <dcterms:modified xsi:type="dcterms:W3CDTF">2024-12-24T23:31:00Z</dcterms:modified>
</cp:coreProperties>
</file>