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F0F" w:rsidRDefault="008D51CE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2804795</wp:posOffset>
            </wp:positionH>
            <wp:positionV relativeFrom="page">
              <wp:posOffset>328930</wp:posOffset>
            </wp:positionV>
            <wp:extent cx="627380" cy="793115"/>
            <wp:effectExtent l="0" t="0" r="1270" b="6985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F0F" w:rsidRDefault="00895F0F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:rsidR="00895F0F" w:rsidRPr="006D1D56" w:rsidRDefault="00895F0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1E05C8" w:rsidRPr="00D77C08" w:rsidRDefault="001E05C8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71303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6D1D56">
        <w:rPr>
          <w:b/>
          <w:bCs/>
          <w:spacing w:val="32"/>
          <w:sz w:val="28"/>
          <w:szCs w:val="28"/>
        </w:rPr>
        <w:t>АДМИНИСТРАЦИЯ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 w:rsidRPr="006D1D56">
        <w:rPr>
          <w:b/>
          <w:bCs/>
          <w:spacing w:val="26"/>
          <w:sz w:val="28"/>
          <w:szCs w:val="28"/>
        </w:rPr>
        <w:t>АРТЕМОВСКОГО ГОРОДСКОГО ОКРУГА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91263A" w:rsidP="00B20B99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3F034E" w:rsidRDefault="00895F0F" w:rsidP="008A55DA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  <w:szCs w:val="28"/>
        </w:rPr>
      </w:pPr>
      <w:r w:rsidRPr="006D1D56">
        <w:rPr>
          <w:rFonts w:ascii="Times New Roman" w:hAnsi="Times New Roman"/>
          <w:sz w:val="28"/>
          <w:szCs w:val="28"/>
        </w:rPr>
        <w:t xml:space="preserve">… … … …                                    </w:t>
      </w:r>
      <w:r w:rsidR="006B43D2">
        <w:rPr>
          <w:rFonts w:ascii="Times New Roman" w:hAnsi="Times New Roman"/>
          <w:sz w:val="28"/>
          <w:szCs w:val="28"/>
        </w:rPr>
        <w:t xml:space="preserve"> </w:t>
      </w:r>
      <w:r w:rsidRPr="006D1D56">
        <w:rPr>
          <w:rFonts w:ascii="Times New Roman" w:hAnsi="Times New Roman"/>
          <w:sz w:val="28"/>
          <w:szCs w:val="28"/>
        </w:rPr>
        <w:t xml:space="preserve"> </w:t>
      </w:r>
      <w:r w:rsidR="006B43D2">
        <w:rPr>
          <w:rFonts w:ascii="Times New Roman" w:hAnsi="Times New Roman"/>
          <w:sz w:val="28"/>
          <w:szCs w:val="28"/>
        </w:rPr>
        <w:tab/>
      </w:r>
      <w:r w:rsidRPr="006D1D56">
        <w:rPr>
          <w:rFonts w:ascii="Times New Roman" w:hAnsi="Times New Roman"/>
          <w:sz w:val="24"/>
          <w:szCs w:val="24"/>
        </w:rPr>
        <w:t>г.  А р т е м</w:t>
      </w:r>
      <w:r w:rsidRPr="006D1D56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D1D56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Pr="006D1D56">
        <w:rPr>
          <w:rFonts w:ascii="Times New Roman" w:hAnsi="Times New Roman"/>
          <w:spacing w:val="40"/>
          <w:sz w:val="28"/>
          <w:szCs w:val="28"/>
        </w:rPr>
        <w:t>№ … … …</w:t>
      </w:r>
    </w:p>
    <w:p w:rsidR="00895F0F" w:rsidRPr="008D51CE" w:rsidRDefault="00895F0F" w:rsidP="00B20B9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7"/>
          <w:szCs w:val="27"/>
        </w:rPr>
      </w:pPr>
    </w:p>
    <w:p w:rsidR="008D51CE" w:rsidRPr="008D51CE" w:rsidRDefault="008D51CE" w:rsidP="008D51CE">
      <w:pPr>
        <w:widowControl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8D51CE">
        <w:rPr>
          <w:rFonts w:ascii="Times New Roman" w:hAnsi="Times New Roman"/>
          <w:bCs/>
          <w:sz w:val="28"/>
          <w:szCs w:val="28"/>
        </w:rPr>
        <w:t xml:space="preserve">О Положении о размерах и условиях оплаты </w:t>
      </w:r>
    </w:p>
    <w:p w:rsidR="008D51CE" w:rsidRPr="008D51CE" w:rsidRDefault="008D51CE" w:rsidP="008D51CE">
      <w:pPr>
        <w:widowControl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8D51CE">
        <w:rPr>
          <w:rFonts w:ascii="Times New Roman" w:hAnsi="Times New Roman"/>
          <w:bCs/>
          <w:sz w:val="28"/>
          <w:szCs w:val="28"/>
        </w:rPr>
        <w:t xml:space="preserve">труда работников, замещающих должности, не </w:t>
      </w:r>
    </w:p>
    <w:p w:rsidR="008D51CE" w:rsidRPr="008D51CE" w:rsidRDefault="008D51CE" w:rsidP="008D51CE">
      <w:pPr>
        <w:widowControl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8D51CE">
        <w:rPr>
          <w:rFonts w:ascii="Times New Roman" w:hAnsi="Times New Roman"/>
          <w:bCs/>
          <w:sz w:val="28"/>
          <w:szCs w:val="28"/>
        </w:rPr>
        <w:t xml:space="preserve">являющиеся должностями муниципальной службы, </w:t>
      </w:r>
    </w:p>
    <w:p w:rsidR="009F35B9" w:rsidRPr="008D51CE" w:rsidRDefault="008D51CE" w:rsidP="008D51C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D51CE">
        <w:rPr>
          <w:rFonts w:ascii="Times New Roman" w:hAnsi="Times New Roman"/>
          <w:bCs/>
          <w:sz w:val="28"/>
          <w:szCs w:val="28"/>
        </w:rPr>
        <w:t>в администрации Артемовского городского округа</w:t>
      </w:r>
    </w:p>
    <w:p w:rsidR="004940E8" w:rsidRPr="008D51CE" w:rsidRDefault="004940E8" w:rsidP="00B20B9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7"/>
          <w:szCs w:val="27"/>
        </w:rPr>
      </w:pPr>
    </w:p>
    <w:p w:rsidR="008B2342" w:rsidRDefault="008D51CE" w:rsidP="00B20B9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1CE">
        <w:rPr>
          <w:rFonts w:ascii="Times New Roman" w:hAnsi="Times New Roman"/>
          <w:sz w:val="28"/>
          <w:szCs w:val="28"/>
        </w:rPr>
        <w:t>В соответствии со статьей 135 Трудового кодек</w:t>
      </w:r>
      <w:r>
        <w:rPr>
          <w:rFonts w:ascii="Times New Roman" w:hAnsi="Times New Roman"/>
          <w:sz w:val="28"/>
          <w:szCs w:val="28"/>
        </w:rPr>
        <w:t>са Российской Федерации, Бюджет</w:t>
      </w:r>
      <w:r w:rsidRPr="008D51CE">
        <w:rPr>
          <w:rFonts w:ascii="Times New Roman" w:hAnsi="Times New Roman"/>
          <w:sz w:val="28"/>
          <w:szCs w:val="28"/>
        </w:rPr>
        <w:t>ным кодексом Российской Федерации, Федеральным законом от 06.10.2003 № 131-ФЗ «Об общих принципах организации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Российской Федерации», стать</w:t>
      </w:r>
      <w:r w:rsidRPr="008D51CE">
        <w:rPr>
          <w:rFonts w:ascii="Times New Roman" w:hAnsi="Times New Roman"/>
          <w:sz w:val="28"/>
          <w:szCs w:val="28"/>
        </w:rPr>
        <w:t xml:space="preserve">ей 10 Федерального закона от 02.03.2007 № 25-ФЗ «О муниципальной службе в Российской Федерации», руководствуясь статьями 22, 44 и 63 Устава Артемовского городского округа Приморского края, </w:t>
      </w:r>
      <w:r w:rsidR="00B460F1">
        <w:rPr>
          <w:rFonts w:ascii="Times New Roman" w:hAnsi="Times New Roman"/>
          <w:sz w:val="28"/>
          <w:szCs w:val="28"/>
        </w:rPr>
        <w:t>администрация Артемовского городского округа</w:t>
      </w:r>
    </w:p>
    <w:p w:rsidR="00B460F1" w:rsidRPr="005873CB" w:rsidRDefault="00B460F1" w:rsidP="00B20B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B460F1" w:rsidRPr="007275EB" w:rsidRDefault="00B460F1" w:rsidP="00B20B9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C0EDF" w:rsidRPr="005873CB" w:rsidRDefault="005C0EDF" w:rsidP="00CB67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8D51CE" w:rsidRPr="008D51CE" w:rsidRDefault="008D51CE" w:rsidP="008D51C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1CE">
        <w:rPr>
          <w:rFonts w:ascii="Times New Roman" w:hAnsi="Times New Roman"/>
          <w:sz w:val="28"/>
          <w:szCs w:val="28"/>
        </w:rPr>
        <w:t>1. Утвердить Положение о размерах и условиях о</w:t>
      </w:r>
      <w:r>
        <w:rPr>
          <w:rFonts w:ascii="Times New Roman" w:hAnsi="Times New Roman"/>
          <w:sz w:val="28"/>
          <w:szCs w:val="28"/>
        </w:rPr>
        <w:t>платы труда работников, замещаю</w:t>
      </w:r>
      <w:r w:rsidRPr="008D51CE">
        <w:rPr>
          <w:rFonts w:ascii="Times New Roman" w:hAnsi="Times New Roman"/>
          <w:sz w:val="28"/>
          <w:szCs w:val="28"/>
        </w:rPr>
        <w:t>щих должности, не являющиеся должностями муниципа</w:t>
      </w:r>
      <w:r>
        <w:rPr>
          <w:rFonts w:ascii="Times New Roman" w:hAnsi="Times New Roman"/>
          <w:sz w:val="28"/>
          <w:szCs w:val="28"/>
        </w:rPr>
        <w:t>льной службы</w:t>
      </w:r>
      <w:r w:rsidR="00F602D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администрации Ар</w:t>
      </w:r>
      <w:r w:rsidRPr="008D51CE">
        <w:rPr>
          <w:rFonts w:ascii="Times New Roman" w:hAnsi="Times New Roman"/>
          <w:sz w:val="28"/>
          <w:szCs w:val="28"/>
        </w:rPr>
        <w:t>темовского городского округа (прилагается).</w:t>
      </w:r>
    </w:p>
    <w:p w:rsidR="008D51CE" w:rsidRDefault="008D51CE" w:rsidP="008D51C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1CE">
        <w:rPr>
          <w:rFonts w:ascii="Times New Roman" w:hAnsi="Times New Roman"/>
          <w:sz w:val="28"/>
          <w:szCs w:val="28"/>
        </w:rPr>
        <w:t xml:space="preserve">2.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8D51CE">
        <w:rPr>
          <w:rFonts w:ascii="Times New Roman" w:hAnsi="Times New Roman"/>
          <w:sz w:val="28"/>
          <w:szCs w:val="28"/>
        </w:rPr>
        <w:t xml:space="preserve"> вступает в силу </w:t>
      </w:r>
      <w:r w:rsidR="00A248B0">
        <w:rPr>
          <w:rFonts w:ascii="Times New Roman" w:hAnsi="Times New Roman"/>
          <w:sz w:val="28"/>
          <w:szCs w:val="28"/>
        </w:rPr>
        <w:t>с 01.01.2025 года.</w:t>
      </w:r>
    </w:p>
    <w:p w:rsidR="005873CB" w:rsidRPr="008D51CE" w:rsidRDefault="005873CB" w:rsidP="008D51C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«Выбор» и на официальном сайте Артемовского городского округа».</w:t>
      </w:r>
    </w:p>
    <w:p w:rsidR="00F9284B" w:rsidRPr="007E4C50" w:rsidRDefault="005873CB" w:rsidP="008D51C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</w:t>
      </w:r>
      <w:r w:rsidR="008D51CE" w:rsidRPr="008D51CE">
        <w:rPr>
          <w:rFonts w:ascii="Times New Roman" w:hAnsi="Times New Roman"/>
          <w:sz w:val="28"/>
          <w:szCs w:val="28"/>
        </w:rPr>
        <w:t xml:space="preserve">. </w:t>
      </w:r>
      <w:r w:rsidR="008D51CE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Артемовского городского округа Воркову В.А.</w:t>
      </w:r>
    </w:p>
    <w:p w:rsidR="006F5759" w:rsidRPr="009C44F5" w:rsidRDefault="006F5759" w:rsidP="00B20B9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F5759" w:rsidRPr="009C44F5" w:rsidRDefault="006F5759" w:rsidP="00B20B9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431EA1" w:rsidRPr="009C44F5" w:rsidRDefault="000327E2" w:rsidP="00B20B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44F5">
        <w:rPr>
          <w:rFonts w:ascii="Times New Roman" w:hAnsi="Times New Roman"/>
          <w:sz w:val="28"/>
          <w:szCs w:val="28"/>
        </w:rPr>
        <w:t>Г</w:t>
      </w:r>
      <w:r w:rsidR="006F5759" w:rsidRPr="009C44F5">
        <w:rPr>
          <w:rFonts w:ascii="Times New Roman" w:hAnsi="Times New Roman"/>
          <w:sz w:val="28"/>
          <w:szCs w:val="28"/>
        </w:rPr>
        <w:t>лав</w:t>
      </w:r>
      <w:r w:rsidRPr="009C44F5">
        <w:rPr>
          <w:rFonts w:ascii="Times New Roman" w:hAnsi="Times New Roman"/>
          <w:sz w:val="28"/>
          <w:szCs w:val="28"/>
        </w:rPr>
        <w:t>а</w:t>
      </w:r>
      <w:r w:rsidR="004F4B12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="006F5759" w:rsidRPr="009C44F5">
        <w:rPr>
          <w:rFonts w:ascii="Times New Roman" w:hAnsi="Times New Roman"/>
          <w:sz w:val="28"/>
          <w:szCs w:val="28"/>
        </w:rPr>
        <w:t xml:space="preserve">       </w:t>
      </w:r>
      <w:r w:rsidR="004F4B12">
        <w:rPr>
          <w:rFonts w:ascii="Times New Roman" w:hAnsi="Times New Roman"/>
          <w:sz w:val="28"/>
          <w:szCs w:val="28"/>
        </w:rPr>
        <w:tab/>
      </w:r>
      <w:r w:rsidR="004F4B12">
        <w:rPr>
          <w:rFonts w:ascii="Times New Roman" w:hAnsi="Times New Roman"/>
          <w:sz w:val="28"/>
          <w:szCs w:val="28"/>
        </w:rPr>
        <w:tab/>
      </w:r>
      <w:r w:rsidR="004F4B12">
        <w:rPr>
          <w:rFonts w:ascii="Times New Roman" w:hAnsi="Times New Roman"/>
          <w:sz w:val="28"/>
          <w:szCs w:val="28"/>
        </w:rPr>
        <w:tab/>
      </w:r>
      <w:r w:rsidR="00964FB0" w:rsidRPr="009C44F5">
        <w:rPr>
          <w:rFonts w:ascii="Times New Roman" w:hAnsi="Times New Roman"/>
          <w:sz w:val="28"/>
          <w:szCs w:val="28"/>
        </w:rPr>
        <w:t xml:space="preserve">   </w:t>
      </w:r>
      <w:r w:rsidR="007D1D8B" w:rsidRPr="009C44F5">
        <w:rPr>
          <w:rFonts w:ascii="Times New Roman" w:hAnsi="Times New Roman"/>
          <w:sz w:val="28"/>
          <w:szCs w:val="28"/>
        </w:rPr>
        <w:t xml:space="preserve">              </w:t>
      </w:r>
      <w:r w:rsidRPr="009C44F5">
        <w:rPr>
          <w:rFonts w:ascii="Times New Roman" w:hAnsi="Times New Roman"/>
          <w:sz w:val="28"/>
          <w:szCs w:val="28"/>
        </w:rPr>
        <w:t>В.В. Квон</w:t>
      </w:r>
    </w:p>
    <w:sectPr w:rsidR="00431EA1" w:rsidRPr="009C44F5" w:rsidSect="008D51CE">
      <w:headerReference w:type="default" r:id="rId9"/>
      <w:pgSz w:w="11906" w:h="16838" w:code="9"/>
      <w:pgMar w:top="993" w:right="567" w:bottom="14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1BA" w:rsidRDefault="00FC01BA" w:rsidP="00B15E3A">
      <w:pPr>
        <w:spacing w:after="0" w:line="240" w:lineRule="auto"/>
      </w:pPr>
      <w:r>
        <w:separator/>
      </w:r>
    </w:p>
  </w:endnote>
  <w:endnote w:type="continuationSeparator" w:id="0">
    <w:p w:rsidR="00FC01BA" w:rsidRDefault="00FC01BA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1BA" w:rsidRDefault="00FC01BA" w:rsidP="00B15E3A">
      <w:pPr>
        <w:spacing w:after="0" w:line="240" w:lineRule="auto"/>
      </w:pPr>
      <w:r>
        <w:separator/>
      </w:r>
    </w:p>
  </w:footnote>
  <w:footnote w:type="continuationSeparator" w:id="0">
    <w:p w:rsidR="00FC01BA" w:rsidRDefault="00FC01BA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6E9" w:rsidRPr="00EC5260" w:rsidRDefault="00414102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8D51CE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  <w:p w:rsidR="006016E9" w:rsidRDefault="006016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1CE"/>
    <w:rsid w:val="00002601"/>
    <w:rsid w:val="00006EEC"/>
    <w:rsid w:val="0000778B"/>
    <w:rsid w:val="000119C0"/>
    <w:rsid w:val="00013769"/>
    <w:rsid w:val="00026A13"/>
    <w:rsid w:val="000327E2"/>
    <w:rsid w:val="00033CE6"/>
    <w:rsid w:val="00051064"/>
    <w:rsid w:val="000567BD"/>
    <w:rsid w:val="0005724A"/>
    <w:rsid w:val="000615F6"/>
    <w:rsid w:val="00066D31"/>
    <w:rsid w:val="00073214"/>
    <w:rsid w:val="00077F10"/>
    <w:rsid w:val="000838DD"/>
    <w:rsid w:val="0008391F"/>
    <w:rsid w:val="000977AD"/>
    <w:rsid w:val="00097A0E"/>
    <w:rsid w:val="000A7EC5"/>
    <w:rsid w:val="000B337C"/>
    <w:rsid w:val="000B4668"/>
    <w:rsid w:val="000B6BE2"/>
    <w:rsid w:val="000B6E94"/>
    <w:rsid w:val="000C25E4"/>
    <w:rsid w:val="000C6819"/>
    <w:rsid w:val="000C728F"/>
    <w:rsid w:val="000F064B"/>
    <w:rsid w:val="000F5FA0"/>
    <w:rsid w:val="00100E2C"/>
    <w:rsid w:val="001069F2"/>
    <w:rsid w:val="00110614"/>
    <w:rsid w:val="00121D29"/>
    <w:rsid w:val="00125CE7"/>
    <w:rsid w:val="00146542"/>
    <w:rsid w:val="00147057"/>
    <w:rsid w:val="00154300"/>
    <w:rsid w:val="001554AE"/>
    <w:rsid w:val="0016260A"/>
    <w:rsid w:val="00163EBD"/>
    <w:rsid w:val="0016448F"/>
    <w:rsid w:val="001664AF"/>
    <w:rsid w:val="00186CBC"/>
    <w:rsid w:val="001910C6"/>
    <w:rsid w:val="001A3B31"/>
    <w:rsid w:val="001A3C46"/>
    <w:rsid w:val="001A4A65"/>
    <w:rsid w:val="001B6C07"/>
    <w:rsid w:val="001C58C1"/>
    <w:rsid w:val="001D54B9"/>
    <w:rsid w:val="001D587E"/>
    <w:rsid w:val="001D6C0E"/>
    <w:rsid w:val="001E05C8"/>
    <w:rsid w:val="001E493D"/>
    <w:rsid w:val="001E551D"/>
    <w:rsid w:val="001E5D02"/>
    <w:rsid w:val="001E5F6B"/>
    <w:rsid w:val="001E7474"/>
    <w:rsid w:val="001F3E24"/>
    <w:rsid w:val="00206FD8"/>
    <w:rsid w:val="002109AA"/>
    <w:rsid w:val="002111D0"/>
    <w:rsid w:val="002133DA"/>
    <w:rsid w:val="00221361"/>
    <w:rsid w:val="00221440"/>
    <w:rsid w:val="00222FBB"/>
    <w:rsid w:val="00224E12"/>
    <w:rsid w:val="0023387B"/>
    <w:rsid w:val="00243800"/>
    <w:rsid w:val="002500B6"/>
    <w:rsid w:val="00254F9D"/>
    <w:rsid w:val="00257D1E"/>
    <w:rsid w:val="002671BD"/>
    <w:rsid w:val="0029543D"/>
    <w:rsid w:val="002B0BFF"/>
    <w:rsid w:val="002B1289"/>
    <w:rsid w:val="002B21F9"/>
    <w:rsid w:val="002B2E00"/>
    <w:rsid w:val="002B7F78"/>
    <w:rsid w:val="002C69ED"/>
    <w:rsid w:val="002D022A"/>
    <w:rsid w:val="002D0822"/>
    <w:rsid w:val="002D2A0B"/>
    <w:rsid w:val="002D4C39"/>
    <w:rsid w:val="002E50F8"/>
    <w:rsid w:val="0030098C"/>
    <w:rsid w:val="003053BC"/>
    <w:rsid w:val="00307D10"/>
    <w:rsid w:val="00316CB4"/>
    <w:rsid w:val="00320310"/>
    <w:rsid w:val="00325A6F"/>
    <w:rsid w:val="003363A8"/>
    <w:rsid w:val="00346B57"/>
    <w:rsid w:val="003538F2"/>
    <w:rsid w:val="00355DEC"/>
    <w:rsid w:val="00362A1A"/>
    <w:rsid w:val="00363295"/>
    <w:rsid w:val="00365CCC"/>
    <w:rsid w:val="003825FF"/>
    <w:rsid w:val="0038276A"/>
    <w:rsid w:val="00386FFA"/>
    <w:rsid w:val="003936AE"/>
    <w:rsid w:val="00397D5B"/>
    <w:rsid w:val="003A19CE"/>
    <w:rsid w:val="003A5E77"/>
    <w:rsid w:val="003A7423"/>
    <w:rsid w:val="003B402E"/>
    <w:rsid w:val="003C3D4E"/>
    <w:rsid w:val="003C426B"/>
    <w:rsid w:val="003D4C5C"/>
    <w:rsid w:val="003D7466"/>
    <w:rsid w:val="003E4866"/>
    <w:rsid w:val="003E644A"/>
    <w:rsid w:val="003F034E"/>
    <w:rsid w:val="003F0D25"/>
    <w:rsid w:val="003F0DD9"/>
    <w:rsid w:val="003F30E8"/>
    <w:rsid w:val="003F3B01"/>
    <w:rsid w:val="003F60DC"/>
    <w:rsid w:val="00414102"/>
    <w:rsid w:val="004205F0"/>
    <w:rsid w:val="00427252"/>
    <w:rsid w:val="00427517"/>
    <w:rsid w:val="004317D7"/>
    <w:rsid w:val="00431EA1"/>
    <w:rsid w:val="004377DB"/>
    <w:rsid w:val="004400BA"/>
    <w:rsid w:val="0044754A"/>
    <w:rsid w:val="00452442"/>
    <w:rsid w:val="00452A91"/>
    <w:rsid w:val="00465BAE"/>
    <w:rsid w:val="004756DB"/>
    <w:rsid w:val="00475F5D"/>
    <w:rsid w:val="00476742"/>
    <w:rsid w:val="00480DD5"/>
    <w:rsid w:val="004825C7"/>
    <w:rsid w:val="00484BBA"/>
    <w:rsid w:val="00485F36"/>
    <w:rsid w:val="00486182"/>
    <w:rsid w:val="004905D2"/>
    <w:rsid w:val="00491114"/>
    <w:rsid w:val="00492904"/>
    <w:rsid w:val="004940E8"/>
    <w:rsid w:val="004B72E5"/>
    <w:rsid w:val="004C0E05"/>
    <w:rsid w:val="004D147D"/>
    <w:rsid w:val="004D1DAA"/>
    <w:rsid w:val="004D7036"/>
    <w:rsid w:val="004E24C4"/>
    <w:rsid w:val="004E3170"/>
    <w:rsid w:val="004E5C1F"/>
    <w:rsid w:val="004F33F5"/>
    <w:rsid w:val="004F4B12"/>
    <w:rsid w:val="004F643B"/>
    <w:rsid w:val="004F6BEA"/>
    <w:rsid w:val="004F764D"/>
    <w:rsid w:val="005027B1"/>
    <w:rsid w:val="005114BB"/>
    <w:rsid w:val="0052415B"/>
    <w:rsid w:val="005256BF"/>
    <w:rsid w:val="0052608F"/>
    <w:rsid w:val="0053112F"/>
    <w:rsid w:val="005503CD"/>
    <w:rsid w:val="00557471"/>
    <w:rsid w:val="00557A17"/>
    <w:rsid w:val="00560240"/>
    <w:rsid w:val="005602FA"/>
    <w:rsid w:val="00565E38"/>
    <w:rsid w:val="00567775"/>
    <w:rsid w:val="00576A2D"/>
    <w:rsid w:val="005836F6"/>
    <w:rsid w:val="005873CB"/>
    <w:rsid w:val="005970BF"/>
    <w:rsid w:val="005C0EDF"/>
    <w:rsid w:val="005C0EEB"/>
    <w:rsid w:val="005C649A"/>
    <w:rsid w:val="005C6ECA"/>
    <w:rsid w:val="005E737D"/>
    <w:rsid w:val="005F51D4"/>
    <w:rsid w:val="006016E9"/>
    <w:rsid w:val="00615B48"/>
    <w:rsid w:val="00625F4F"/>
    <w:rsid w:val="00632C2F"/>
    <w:rsid w:val="00633A58"/>
    <w:rsid w:val="00634F10"/>
    <w:rsid w:val="00654B14"/>
    <w:rsid w:val="00654EE0"/>
    <w:rsid w:val="00660248"/>
    <w:rsid w:val="00662E65"/>
    <w:rsid w:val="0066680A"/>
    <w:rsid w:val="0068290E"/>
    <w:rsid w:val="00683742"/>
    <w:rsid w:val="006913D9"/>
    <w:rsid w:val="00694E31"/>
    <w:rsid w:val="0069552E"/>
    <w:rsid w:val="00696F8A"/>
    <w:rsid w:val="00697BC8"/>
    <w:rsid w:val="006A098D"/>
    <w:rsid w:val="006A113F"/>
    <w:rsid w:val="006B43D2"/>
    <w:rsid w:val="006B5D37"/>
    <w:rsid w:val="006C04CE"/>
    <w:rsid w:val="006C6010"/>
    <w:rsid w:val="006D1D56"/>
    <w:rsid w:val="006D6687"/>
    <w:rsid w:val="006E06B5"/>
    <w:rsid w:val="006E70F3"/>
    <w:rsid w:val="006E7B75"/>
    <w:rsid w:val="006F5759"/>
    <w:rsid w:val="0070443E"/>
    <w:rsid w:val="00716DBC"/>
    <w:rsid w:val="007275EB"/>
    <w:rsid w:val="007315AB"/>
    <w:rsid w:val="00734988"/>
    <w:rsid w:val="00735718"/>
    <w:rsid w:val="007418CD"/>
    <w:rsid w:val="00746D21"/>
    <w:rsid w:val="00751A73"/>
    <w:rsid w:val="00752C23"/>
    <w:rsid w:val="00754400"/>
    <w:rsid w:val="007550A2"/>
    <w:rsid w:val="0076577C"/>
    <w:rsid w:val="00772E47"/>
    <w:rsid w:val="007860E9"/>
    <w:rsid w:val="0079149E"/>
    <w:rsid w:val="007A494C"/>
    <w:rsid w:val="007A6975"/>
    <w:rsid w:val="007B019F"/>
    <w:rsid w:val="007C31B8"/>
    <w:rsid w:val="007C6C30"/>
    <w:rsid w:val="007C7183"/>
    <w:rsid w:val="007D100B"/>
    <w:rsid w:val="007D1D8B"/>
    <w:rsid w:val="007D6B18"/>
    <w:rsid w:val="007E4C50"/>
    <w:rsid w:val="007F30F5"/>
    <w:rsid w:val="0080032C"/>
    <w:rsid w:val="00822E5A"/>
    <w:rsid w:val="00825283"/>
    <w:rsid w:val="00833747"/>
    <w:rsid w:val="008423B5"/>
    <w:rsid w:val="00842CD2"/>
    <w:rsid w:val="00842F8F"/>
    <w:rsid w:val="00851D83"/>
    <w:rsid w:val="00854A09"/>
    <w:rsid w:val="00856B97"/>
    <w:rsid w:val="00863817"/>
    <w:rsid w:val="0086596D"/>
    <w:rsid w:val="00876FAD"/>
    <w:rsid w:val="00883D69"/>
    <w:rsid w:val="0089239A"/>
    <w:rsid w:val="00892DA6"/>
    <w:rsid w:val="00893297"/>
    <w:rsid w:val="008938DD"/>
    <w:rsid w:val="00895F0F"/>
    <w:rsid w:val="008A55DA"/>
    <w:rsid w:val="008A5EEA"/>
    <w:rsid w:val="008B1DA7"/>
    <w:rsid w:val="008B2342"/>
    <w:rsid w:val="008B4ACA"/>
    <w:rsid w:val="008C2D9E"/>
    <w:rsid w:val="008C3DD6"/>
    <w:rsid w:val="008D23D0"/>
    <w:rsid w:val="008D51CE"/>
    <w:rsid w:val="008E0B7A"/>
    <w:rsid w:val="008E15B4"/>
    <w:rsid w:val="008F01F5"/>
    <w:rsid w:val="008F1B41"/>
    <w:rsid w:val="008F2C0A"/>
    <w:rsid w:val="00903128"/>
    <w:rsid w:val="00903AAA"/>
    <w:rsid w:val="009102A4"/>
    <w:rsid w:val="00911E7E"/>
    <w:rsid w:val="0091263A"/>
    <w:rsid w:val="009128A3"/>
    <w:rsid w:val="009250A4"/>
    <w:rsid w:val="0092619A"/>
    <w:rsid w:val="009262E4"/>
    <w:rsid w:val="009416A4"/>
    <w:rsid w:val="00943C42"/>
    <w:rsid w:val="00945CC1"/>
    <w:rsid w:val="0094795F"/>
    <w:rsid w:val="0095408D"/>
    <w:rsid w:val="009630BD"/>
    <w:rsid w:val="00964FB0"/>
    <w:rsid w:val="009654C5"/>
    <w:rsid w:val="00965BB1"/>
    <w:rsid w:val="0096655D"/>
    <w:rsid w:val="00966670"/>
    <w:rsid w:val="0096758A"/>
    <w:rsid w:val="00975662"/>
    <w:rsid w:val="009814D8"/>
    <w:rsid w:val="009A6501"/>
    <w:rsid w:val="009B15F5"/>
    <w:rsid w:val="009B26D7"/>
    <w:rsid w:val="009B5955"/>
    <w:rsid w:val="009B5F74"/>
    <w:rsid w:val="009C29B4"/>
    <w:rsid w:val="009C44F5"/>
    <w:rsid w:val="009C6689"/>
    <w:rsid w:val="009C7C6E"/>
    <w:rsid w:val="009D2AB5"/>
    <w:rsid w:val="009F35B9"/>
    <w:rsid w:val="009F56D2"/>
    <w:rsid w:val="009F77E6"/>
    <w:rsid w:val="00A1383C"/>
    <w:rsid w:val="00A15A08"/>
    <w:rsid w:val="00A248B0"/>
    <w:rsid w:val="00A35E13"/>
    <w:rsid w:val="00A4474C"/>
    <w:rsid w:val="00A522F4"/>
    <w:rsid w:val="00A5671D"/>
    <w:rsid w:val="00A65420"/>
    <w:rsid w:val="00A65F3F"/>
    <w:rsid w:val="00A67575"/>
    <w:rsid w:val="00A679F0"/>
    <w:rsid w:val="00A7278A"/>
    <w:rsid w:val="00A7529A"/>
    <w:rsid w:val="00A84BA3"/>
    <w:rsid w:val="00A964F4"/>
    <w:rsid w:val="00AA3570"/>
    <w:rsid w:val="00AA5923"/>
    <w:rsid w:val="00AB2422"/>
    <w:rsid w:val="00AB7E08"/>
    <w:rsid w:val="00AC0451"/>
    <w:rsid w:val="00AC1358"/>
    <w:rsid w:val="00AC4058"/>
    <w:rsid w:val="00AC51AD"/>
    <w:rsid w:val="00AD549E"/>
    <w:rsid w:val="00AE24AE"/>
    <w:rsid w:val="00AE324C"/>
    <w:rsid w:val="00AE4659"/>
    <w:rsid w:val="00AE7774"/>
    <w:rsid w:val="00AF0D81"/>
    <w:rsid w:val="00AF1DEA"/>
    <w:rsid w:val="00B01CF6"/>
    <w:rsid w:val="00B02B46"/>
    <w:rsid w:val="00B06289"/>
    <w:rsid w:val="00B06E76"/>
    <w:rsid w:val="00B1015F"/>
    <w:rsid w:val="00B113FD"/>
    <w:rsid w:val="00B14FD1"/>
    <w:rsid w:val="00B15E3A"/>
    <w:rsid w:val="00B17C8D"/>
    <w:rsid w:val="00B202F0"/>
    <w:rsid w:val="00B2048B"/>
    <w:rsid w:val="00B20B99"/>
    <w:rsid w:val="00B303E5"/>
    <w:rsid w:val="00B30E0A"/>
    <w:rsid w:val="00B335CE"/>
    <w:rsid w:val="00B35D03"/>
    <w:rsid w:val="00B36CB0"/>
    <w:rsid w:val="00B40607"/>
    <w:rsid w:val="00B460F1"/>
    <w:rsid w:val="00B4612E"/>
    <w:rsid w:val="00B510AC"/>
    <w:rsid w:val="00B53069"/>
    <w:rsid w:val="00B54B8F"/>
    <w:rsid w:val="00B54C31"/>
    <w:rsid w:val="00B5509A"/>
    <w:rsid w:val="00B662CB"/>
    <w:rsid w:val="00B6676F"/>
    <w:rsid w:val="00B66D8C"/>
    <w:rsid w:val="00B71180"/>
    <w:rsid w:val="00B714A4"/>
    <w:rsid w:val="00B863A7"/>
    <w:rsid w:val="00B876B1"/>
    <w:rsid w:val="00B95817"/>
    <w:rsid w:val="00B962DB"/>
    <w:rsid w:val="00BB7364"/>
    <w:rsid w:val="00BC6F04"/>
    <w:rsid w:val="00BD5EDB"/>
    <w:rsid w:val="00BE31EF"/>
    <w:rsid w:val="00BF7FDA"/>
    <w:rsid w:val="00C03D0F"/>
    <w:rsid w:val="00C164D2"/>
    <w:rsid w:val="00C235D7"/>
    <w:rsid w:val="00C42882"/>
    <w:rsid w:val="00C438F9"/>
    <w:rsid w:val="00C56B86"/>
    <w:rsid w:val="00C576B5"/>
    <w:rsid w:val="00C654BD"/>
    <w:rsid w:val="00C71303"/>
    <w:rsid w:val="00C7322D"/>
    <w:rsid w:val="00C75B3A"/>
    <w:rsid w:val="00C767EC"/>
    <w:rsid w:val="00C82F52"/>
    <w:rsid w:val="00C90741"/>
    <w:rsid w:val="00C92824"/>
    <w:rsid w:val="00CA42A6"/>
    <w:rsid w:val="00CA523F"/>
    <w:rsid w:val="00CB1BC3"/>
    <w:rsid w:val="00CB3884"/>
    <w:rsid w:val="00CB67A9"/>
    <w:rsid w:val="00CC3DFD"/>
    <w:rsid w:val="00CC684B"/>
    <w:rsid w:val="00CD5182"/>
    <w:rsid w:val="00CD7CCD"/>
    <w:rsid w:val="00CE11D7"/>
    <w:rsid w:val="00CE2972"/>
    <w:rsid w:val="00CE35A3"/>
    <w:rsid w:val="00CE6326"/>
    <w:rsid w:val="00CF08B6"/>
    <w:rsid w:val="00CF239F"/>
    <w:rsid w:val="00CF241F"/>
    <w:rsid w:val="00CF772E"/>
    <w:rsid w:val="00D00AA6"/>
    <w:rsid w:val="00D13E80"/>
    <w:rsid w:val="00D1734D"/>
    <w:rsid w:val="00D225DD"/>
    <w:rsid w:val="00D25F26"/>
    <w:rsid w:val="00D27398"/>
    <w:rsid w:val="00D33D4E"/>
    <w:rsid w:val="00D40D48"/>
    <w:rsid w:val="00D56898"/>
    <w:rsid w:val="00D63ABE"/>
    <w:rsid w:val="00D764F7"/>
    <w:rsid w:val="00D77C08"/>
    <w:rsid w:val="00D829F9"/>
    <w:rsid w:val="00D84D4E"/>
    <w:rsid w:val="00D95DB8"/>
    <w:rsid w:val="00DA4CB2"/>
    <w:rsid w:val="00DA64D7"/>
    <w:rsid w:val="00DB5D2A"/>
    <w:rsid w:val="00DD1F6E"/>
    <w:rsid w:val="00DE13E9"/>
    <w:rsid w:val="00DE707C"/>
    <w:rsid w:val="00DE7D2D"/>
    <w:rsid w:val="00DF0025"/>
    <w:rsid w:val="00DF7568"/>
    <w:rsid w:val="00E0207F"/>
    <w:rsid w:val="00E05A3B"/>
    <w:rsid w:val="00E21C95"/>
    <w:rsid w:val="00E2714C"/>
    <w:rsid w:val="00E3486F"/>
    <w:rsid w:val="00E43D6E"/>
    <w:rsid w:val="00E4505D"/>
    <w:rsid w:val="00E476C1"/>
    <w:rsid w:val="00E5035E"/>
    <w:rsid w:val="00E5288C"/>
    <w:rsid w:val="00E53B64"/>
    <w:rsid w:val="00E57289"/>
    <w:rsid w:val="00E61386"/>
    <w:rsid w:val="00E61787"/>
    <w:rsid w:val="00E61C65"/>
    <w:rsid w:val="00E8375E"/>
    <w:rsid w:val="00E94779"/>
    <w:rsid w:val="00EA4DD3"/>
    <w:rsid w:val="00EB348D"/>
    <w:rsid w:val="00EB70EB"/>
    <w:rsid w:val="00EC0F31"/>
    <w:rsid w:val="00EC45B5"/>
    <w:rsid w:val="00EC5260"/>
    <w:rsid w:val="00EC61AA"/>
    <w:rsid w:val="00ED28A4"/>
    <w:rsid w:val="00ED3993"/>
    <w:rsid w:val="00EE2652"/>
    <w:rsid w:val="00EE616E"/>
    <w:rsid w:val="00EF2921"/>
    <w:rsid w:val="00F1458B"/>
    <w:rsid w:val="00F14B71"/>
    <w:rsid w:val="00F1673B"/>
    <w:rsid w:val="00F17735"/>
    <w:rsid w:val="00F35566"/>
    <w:rsid w:val="00F37768"/>
    <w:rsid w:val="00F40028"/>
    <w:rsid w:val="00F4671E"/>
    <w:rsid w:val="00F47617"/>
    <w:rsid w:val="00F47AF5"/>
    <w:rsid w:val="00F602D7"/>
    <w:rsid w:val="00F67279"/>
    <w:rsid w:val="00F77440"/>
    <w:rsid w:val="00F9284B"/>
    <w:rsid w:val="00F941F2"/>
    <w:rsid w:val="00FA7E8E"/>
    <w:rsid w:val="00FB08C0"/>
    <w:rsid w:val="00FB1E98"/>
    <w:rsid w:val="00FB41DD"/>
    <w:rsid w:val="00FB6091"/>
    <w:rsid w:val="00FC01BA"/>
    <w:rsid w:val="00FC1A30"/>
    <w:rsid w:val="00FC3DE5"/>
    <w:rsid w:val="00FC4899"/>
    <w:rsid w:val="00FD22C7"/>
    <w:rsid w:val="00FD4E20"/>
    <w:rsid w:val="00FD62E8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5581CE-A73A-48A3-AF80-96D5DFA5E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marova\Desktop\&#1056;&#1077;&#1096;&#1077;&#1085;&#1080;&#1077;%20&#1080;&#1079;&#1084;&#1077;&#1085;\&#1064;&#1072;&#1073;&#1083;&#1086;&#1085;%20&#1087;&#1086;&#1089;&#1090;&#1072;&#1085;&#1086;&#1074;&#1083;&#1077;&#1085;&#1080;&#1103;%20%20&#1072;&#1076;&#1084;_&#1079;&#1072;&#1097;&#1080;&#1090;&#1072;+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6C9E1-21DB-489A-89F0-59309166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 адм_защита+</Template>
  <TotalTime>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Комарова Татьяна Николаевна</dc:creator>
  <cp:keywords/>
  <dc:description/>
  <cp:lastModifiedBy>Комарова Татьяна Николаевна</cp:lastModifiedBy>
  <cp:revision>4</cp:revision>
  <cp:lastPrinted>2024-12-23T22:08:00Z</cp:lastPrinted>
  <dcterms:created xsi:type="dcterms:W3CDTF">2024-12-23T06:29:00Z</dcterms:created>
  <dcterms:modified xsi:type="dcterms:W3CDTF">2024-12-24T00:56:00Z</dcterms:modified>
</cp:coreProperties>
</file>